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vertAnchor="text" w:horzAnchor="margin" w:tblpY="34"/>
        <w:tblW w:w="10485" w:type="dxa"/>
        <w:tblLayout w:type="fixed"/>
        <w:tblLook w:val="0400" w:firstRow="0" w:lastRow="0" w:firstColumn="0" w:lastColumn="0" w:noHBand="0" w:noVBand="1"/>
      </w:tblPr>
      <w:tblGrid>
        <w:gridCol w:w="4815"/>
        <w:gridCol w:w="5670"/>
      </w:tblGrid>
      <w:tr w:rsidR="0036707F" w14:paraId="3181795D" w14:textId="77777777" w:rsidTr="001A3F15">
        <w:trPr>
          <w:cantSplit/>
          <w:trHeight w:val="567"/>
          <w:tblHeader/>
        </w:trPr>
        <w:tc>
          <w:tcPr>
            <w:tcW w:w="10485" w:type="dxa"/>
            <w:gridSpan w:val="2"/>
            <w:shd w:val="clear" w:color="auto" w:fill="D0CECE" w:themeFill="background2" w:themeFillShade="E6"/>
            <w:vAlign w:val="center"/>
          </w:tcPr>
          <w:p w14:paraId="64A1E2AA" w14:textId="69A25B80" w:rsidR="0036707F" w:rsidRPr="001A3F15" w:rsidRDefault="0036707F">
            <w:pPr>
              <w:rPr>
                <w:b/>
                <w:bCs/>
              </w:rPr>
            </w:pPr>
            <w:bookmarkStart w:id="0" w:name="_Hlk131337387"/>
            <w:r w:rsidRPr="001A3F15">
              <w:rPr>
                <w:b/>
                <w:bCs/>
              </w:rPr>
              <w:t xml:space="preserve">INFORMACJE O </w:t>
            </w:r>
            <w:r w:rsidR="00B658B7" w:rsidRPr="00B658B7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B658B7" w:rsidRPr="00B658B7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REALIZACJI</w:t>
            </w:r>
            <w:r w:rsidR="00B658B7" w:rsidRPr="00B65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B658B7" w:rsidRPr="00B658B7">
              <w:rPr>
                <w:b/>
                <w:bCs/>
              </w:rPr>
              <w:t>PRAC PRZEDWDROŻENIOWYCH</w:t>
            </w:r>
          </w:p>
        </w:tc>
      </w:tr>
      <w:tr w:rsidR="0036707F" w14:paraId="66EE6A6D" w14:textId="77777777" w:rsidTr="001A3F15">
        <w:trPr>
          <w:cantSplit/>
          <w:trHeight w:val="567"/>
          <w:tblHeader/>
        </w:trPr>
        <w:tc>
          <w:tcPr>
            <w:tcW w:w="4815" w:type="dxa"/>
            <w:shd w:val="clear" w:color="auto" w:fill="D0CECE" w:themeFill="background2" w:themeFillShade="E6"/>
            <w:vAlign w:val="center"/>
          </w:tcPr>
          <w:p w14:paraId="5442F43D" w14:textId="64B71642" w:rsidR="0036707F" w:rsidRPr="001A3F15" w:rsidRDefault="008A5F14">
            <w:r w:rsidRPr="001A3F15">
              <w:t xml:space="preserve">Nazwa / tytuł / akronim </w:t>
            </w:r>
            <w:r w:rsidR="00E7393F">
              <w:t xml:space="preserve">i numer </w:t>
            </w:r>
            <w:proofErr w:type="spellStart"/>
            <w:r w:rsidRPr="001A3F15">
              <w:t>Minigrantu</w:t>
            </w:r>
            <w:proofErr w:type="spellEnd"/>
          </w:p>
        </w:tc>
        <w:tc>
          <w:tcPr>
            <w:tcW w:w="5670" w:type="dxa"/>
            <w:vAlign w:val="center"/>
          </w:tcPr>
          <w:p w14:paraId="2FB25187" w14:textId="1986B2F9" w:rsidR="0036707F" w:rsidRPr="001A3F15" w:rsidRDefault="0036707F">
            <w:pPr>
              <w:rPr>
                <w:i/>
                <w:iCs/>
              </w:rPr>
            </w:pPr>
          </w:p>
        </w:tc>
      </w:tr>
      <w:tr w:rsidR="001A3F15" w14:paraId="176C31CA" w14:textId="77777777" w:rsidTr="001A3F15">
        <w:trPr>
          <w:cantSplit/>
          <w:trHeight w:val="492"/>
          <w:tblHeader/>
        </w:trPr>
        <w:tc>
          <w:tcPr>
            <w:tcW w:w="4815" w:type="dxa"/>
            <w:shd w:val="clear" w:color="auto" w:fill="FFFFFF" w:themeFill="background1"/>
            <w:vAlign w:val="center"/>
          </w:tcPr>
          <w:p w14:paraId="4DCE090F" w14:textId="23A1EA58" w:rsidR="001A3F15" w:rsidRPr="001A3F15" w:rsidRDefault="001A3F15" w:rsidP="00D7479C">
            <w:r w:rsidRPr="001A3F15">
              <w:t>Metodyka (norma, procedura, publikacja naukowa)</w:t>
            </w:r>
          </w:p>
        </w:tc>
        <w:tc>
          <w:tcPr>
            <w:tcW w:w="5670" w:type="dxa"/>
            <w:shd w:val="clear" w:color="auto" w:fill="FFFFFF" w:themeFill="background1"/>
            <w:vAlign w:val="center"/>
          </w:tcPr>
          <w:p w14:paraId="743E5C6A" w14:textId="77777777" w:rsidR="001A3F15" w:rsidRPr="001A3F15" w:rsidRDefault="001A3F15" w:rsidP="00D7479C"/>
        </w:tc>
      </w:tr>
      <w:tr w:rsidR="001A3F15" w14:paraId="4696A78D" w14:textId="77777777" w:rsidTr="001A3F15">
        <w:trPr>
          <w:cantSplit/>
          <w:trHeight w:val="492"/>
          <w:tblHeader/>
        </w:trPr>
        <w:tc>
          <w:tcPr>
            <w:tcW w:w="4815" w:type="dxa"/>
            <w:shd w:val="clear" w:color="auto" w:fill="D0CECE" w:themeFill="background2" w:themeFillShade="E6"/>
            <w:vAlign w:val="center"/>
          </w:tcPr>
          <w:p w14:paraId="319C9A57" w14:textId="3BEC9A52" w:rsidR="001A3F15" w:rsidRPr="001A3F15" w:rsidRDefault="001A3F15" w:rsidP="00D7479C">
            <w:pPr>
              <w:rPr>
                <w:i/>
                <w:iCs/>
                <w:color w:val="FF0000"/>
              </w:rPr>
            </w:pPr>
            <w:r w:rsidRPr="001A3F15">
              <w:t>Data rozpoczęcia</w:t>
            </w:r>
          </w:p>
        </w:tc>
        <w:tc>
          <w:tcPr>
            <w:tcW w:w="5670" w:type="dxa"/>
            <w:shd w:val="clear" w:color="auto" w:fill="D9D9D9" w:themeFill="background1" w:themeFillShade="D9"/>
            <w:vAlign w:val="center"/>
          </w:tcPr>
          <w:p w14:paraId="599CCC47" w14:textId="77777777" w:rsidR="001A3F15" w:rsidRPr="001A3F15" w:rsidRDefault="001A3F15" w:rsidP="00D7479C">
            <w:pPr>
              <w:rPr>
                <w:i/>
                <w:iCs/>
                <w:color w:val="FF0000"/>
              </w:rPr>
            </w:pPr>
            <w:r w:rsidRPr="001A3F15">
              <w:t>Data zakończenia</w:t>
            </w:r>
          </w:p>
        </w:tc>
      </w:tr>
      <w:tr w:rsidR="001A3F15" w14:paraId="61BF95FD" w14:textId="77777777" w:rsidTr="001A3F15">
        <w:trPr>
          <w:cantSplit/>
          <w:trHeight w:val="492"/>
          <w:tblHeader/>
        </w:trPr>
        <w:tc>
          <w:tcPr>
            <w:tcW w:w="4815" w:type="dxa"/>
            <w:vAlign w:val="center"/>
          </w:tcPr>
          <w:p w14:paraId="613E5B02" w14:textId="77777777" w:rsidR="001A3F15" w:rsidRPr="001A3F15" w:rsidRDefault="001A3F15" w:rsidP="00D7479C">
            <w:pPr>
              <w:rPr>
                <w:i/>
                <w:iCs/>
                <w:color w:val="FF0000"/>
              </w:rPr>
            </w:pPr>
          </w:p>
        </w:tc>
        <w:tc>
          <w:tcPr>
            <w:tcW w:w="5670" w:type="dxa"/>
            <w:vAlign w:val="center"/>
          </w:tcPr>
          <w:p w14:paraId="30365855" w14:textId="77777777" w:rsidR="001A3F15" w:rsidRPr="001A3F15" w:rsidRDefault="001A3F15" w:rsidP="00D7479C">
            <w:pPr>
              <w:rPr>
                <w:i/>
                <w:iCs/>
                <w:color w:val="FF0000"/>
              </w:rPr>
            </w:pPr>
          </w:p>
        </w:tc>
      </w:tr>
      <w:tr w:rsidR="00BE3C89" w14:paraId="0C463296" w14:textId="77777777" w:rsidTr="00BE3C89">
        <w:trPr>
          <w:cantSplit/>
          <w:trHeight w:val="492"/>
          <w:tblHeader/>
        </w:trPr>
        <w:tc>
          <w:tcPr>
            <w:tcW w:w="4815" w:type="dxa"/>
            <w:shd w:val="clear" w:color="auto" w:fill="D0CECE" w:themeFill="background2" w:themeFillShade="E6"/>
            <w:vAlign w:val="center"/>
          </w:tcPr>
          <w:p w14:paraId="6DA868F0" w14:textId="422D0D74" w:rsidR="00BE3C89" w:rsidRPr="001A3F15" w:rsidRDefault="00BE3C89" w:rsidP="00BE3C89">
            <w:r>
              <w:t>Główny wykonawca prac przedwdrożeniowych</w:t>
            </w:r>
          </w:p>
        </w:tc>
        <w:tc>
          <w:tcPr>
            <w:tcW w:w="5670" w:type="dxa"/>
            <w:vAlign w:val="center"/>
          </w:tcPr>
          <w:p w14:paraId="70CEB6FF" w14:textId="4C9EA834" w:rsidR="00BE3C89" w:rsidRPr="001A3F15" w:rsidRDefault="00BE3C89" w:rsidP="00BE3C89"/>
        </w:tc>
      </w:tr>
    </w:tbl>
    <w:p w14:paraId="0784840E" w14:textId="77777777" w:rsidR="001A3F15" w:rsidRDefault="001A3F15"/>
    <w:p w14:paraId="5AE55F00" w14:textId="77777777" w:rsidR="001A3F15" w:rsidRDefault="001A3F15"/>
    <w:tbl>
      <w:tblPr>
        <w:tblStyle w:val="Tabela-Siatka"/>
        <w:tblpPr w:leftFromText="141" w:rightFromText="141" w:vertAnchor="text" w:horzAnchor="margin" w:tblpY="34"/>
        <w:tblW w:w="10485" w:type="dxa"/>
        <w:tblLayout w:type="fixed"/>
        <w:tblLook w:val="0400" w:firstRow="0" w:lastRow="0" w:firstColumn="0" w:lastColumn="0" w:noHBand="0" w:noVBand="1"/>
      </w:tblPr>
      <w:tblGrid>
        <w:gridCol w:w="10485"/>
      </w:tblGrid>
      <w:tr w:rsidR="00D9627A" w14:paraId="6E5C805D" w14:textId="77777777" w:rsidTr="007F7602">
        <w:trPr>
          <w:cantSplit/>
          <w:trHeight w:val="567"/>
          <w:tblHeader/>
        </w:trPr>
        <w:tc>
          <w:tcPr>
            <w:tcW w:w="10485" w:type="dxa"/>
            <w:shd w:val="clear" w:color="auto" w:fill="D0CECE" w:themeFill="background2" w:themeFillShade="E6"/>
            <w:vAlign w:val="center"/>
          </w:tcPr>
          <w:p w14:paraId="2C7A6409" w14:textId="3A38D159" w:rsidR="00D9627A" w:rsidRPr="001A3F15" w:rsidRDefault="00BE3C89" w:rsidP="00D9627A">
            <w:pPr>
              <w:rPr>
                <w:b/>
                <w:bCs/>
              </w:rPr>
            </w:pPr>
            <w:r>
              <w:rPr>
                <w:b/>
                <w:bCs/>
              </w:rPr>
              <w:t>Syntetyczna informacja merytoryczna (opis postępu realizacj</w:t>
            </w:r>
            <w:r w:rsidR="00B658B7">
              <w:rPr>
                <w:b/>
                <w:bCs/>
              </w:rPr>
              <w:t>i</w:t>
            </w:r>
            <w:r>
              <w:rPr>
                <w:b/>
                <w:bCs/>
              </w:rPr>
              <w:t xml:space="preserve"> prac przedwdrożeniowych, min. 500 znaków)</w:t>
            </w:r>
          </w:p>
        </w:tc>
      </w:tr>
      <w:tr w:rsidR="00D9627A" w14:paraId="4218CE98" w14:textId="77777777" w:rsidTr="00D9627A">
        <w:trPr>
          <w:cantSplit/>
          <w:trHeight w:val="567"/>
          <w:tblHeader/>
        </w:trPr>
        <w:tc>
          <w:tcPr>
            <w:tcW w:w="10485" w:type="dxa"/>
            <w:vAlign w:val="center"/>
          </w:tcPr>
          <w:p w14:paraId="3056ECFB" w14:textId="77777777" w:rsidR="00D9627A" w:rsidRDefault="00D9627A" w:rsidP="00D9627A">
            <w:pPr>
              <w:rPr>
                <w:i/>
                <w:iCs/>
                <w:color w:val="FF0000"/>
              </w:rPr>
            </w:pPr>
          </w:p>
          <w:p w14:paraId="11CE363F" w14:textId="77777777" w:rsidR="00D9627A" w:rsidRDefault="00D9627A" w:rsidP="00D9627A">
            <w:pPr>
              <w:rPr>
                <w:i/>
                <w:iCs/>
                <w:color w:val="FF0000"/>
              </w:rPr>
            </w:pPr>
          </w:p>
          <w:p w14:paraId="1C1DE64D" w14:textId="77777777" w:rsidR="00D9627A" w:rsidRDefault="00D9627A" w:rsidP="00D9627A">
            <w:pPr>
              <w:rPr>
                <w:b/>
                <w:bCs/>
              </w:rPr>
            </w:pPr>
          </w:p>
        </w:tc>
      </w:tr>
      <w:tr w:rsidR="00D9627A" w14:paraId="1DE9355D" w14:textId="77777777" w:rsidTr="007F7602">
        <w:trPr>
          <w:cantSplit/>
          <w:trHeight w:val="567"/>
          <w:tblHeader/>
        </w:trPr>
        <w:tc>
          <w:tcPr>
            <w:tcW w:w="10485" w:type="dxa"/>
            <w:shd w:val="clear" w:color="auto" w:fill="D0CECE" w:themeFill="background2" w:themeFillShade="E6"/>
            <w:vAlign w:val="center"/>
          </w:tcPr>
          <w:p w14:paraId="2ADA9094" w14:textId="613D7EB2" w:rsidR="00D9627A" w:rsidRDefault="00BE3C89" w:rsidP="00D9627A">
            <w:pPr>
              <w:rPr>
                <w:b/>
                <w:bCs/>
              </w:rPr>
            </w:pPr>
            <w:r>
              <w:rPr>
                <w:b/>
                <w:bCs/>
              </w:rPr>
              <w:t>Osiągnięte kamienie milowe</w:t>
            </w:r>
          </w:p>
        </w:tc>
      </w:tr>
      <w:tr w:rsidR="00D9627A" w14:paraId="4AC98CF9" w14:textId="77777777" w:rsidTr="00F2537A">
        <w:trPr>
          <w:cantSplit/>
          <w:trHeight w:val="1491"/>
          <w:tblHeader/>
        </w:trPr>
        <w:tc>
          <w:tcPr>
            <w:tcW w:w="10485" w:type="dxa"/>
            <w:shd w:val="clear" w:color="auto" w:fill="FFFFFF" w:themeFill="background1"/>
            <w:vAlign w:val="center"/>
          </w:tcPr>
          <w:p w14:paraId="615D13B2" w14:textId="2F48FC4F" w:rsidR="00D9627A" w:rsidRPr="001A3F15" w:rsidRDefault="00D9627A" w:rsidP="00D9627A">
            <w:pPr>
              <w:rPr>
                <w:i/>
                <w:iCs/>
              </w:rPr>
            </w:pPr>
          </w:p>
        </w:tc>
      </w:tr>
      <w:tr w:rsidR="00D9627A" w14:paraId="0F251AB3" w14:textId="77777777" w:rsidTr="00F2537A">
        <w:trPr>
          <w:cantSplit/>
          <w:trHeight w:val="492"/>
          <w:tblHeader/>
        </w:trPr>
        <w:tc>
          <w:tcPr>
            <w:tcW w:w="10485" w:type="dxa"/>
            <w:shd w:val="clear" w:color="auto" w:fill="D9D9D9" w:themeFill="background1" w:themeFillShade="D9"/>
            <w:vAlign w:val="center"/>
          </w:tcPr>
          <w:p w14:paraId="2B985C99" w14:textId="4A643E3B" w:rsidR="00D9627A" w:rsidRPr="00F2537A" w:rsidRDefault="00BE3C89" w:rsidP="00D9627A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>Informacja o napotkanych problemach wraz z w</w:t>
            </w:r>
            <w:r w:rsidRPr="00BE3C89">
              <w:rPr>
                <w:b/>
                <w:bCs/>
              </w:rPr>
              <w:t>ykaz</w:t>
            </w:r>
            <w:r>
              <w:rPr>
                <w:b/>
                <w:bCs/>
              </w:rPr>
              <w:t>em</w:t>
            </w:r>
            <w:r w:rsidRPr="00BE3C89">
              <w:rPr>
                <w:b/>
                <w:bCs/>
              </w:rPr>
              <w:t xml:space="preserve"> odchyleń od Harmonogramu badań z uwzględnieniem ich wpływu na otrzymane</w:t>
            </w:r>
            <w:r w:rsidR="00B658B7">
              <w:rPr>
                <w:b/>
                <w:bCs/>
              </w:rPr>
              <w:t xml:space="preserve"> i przewidywane </w:t>
            </w:r>
            <w:r w:rsidRPr="00BE3C89">
              <w:rPr>
                <w:b/>
                <w:bCs/>
              </w:rPr>
              <w:t xml:space="preserve"> wyniki</w:t>
            </w:r>
          </w:p>
        </w:tc>
      </w:tr>
      <w:tr w:rsidR="00D9627A" w14:paraId="4EC737E7" w14:textId="77777777" w:rsidTr="00982C23">
        <w:trPr>
          <w:cantSplit/>
          <w:trHeight w:val="492"/>
          <w:tblHeader/>
        </w:trPr>
        <w:tc>
          <w:tcPr>
            <w:tcW w:w="10485" w:type="dxa"/>
            <w:vAlign w:val="center"/>
          </w:tcPr>
          <w:p w14:paraId="7FAAE4D0" w14:textId="77777777" w:rsidR="00D9627A" w:rsidRDefault="00D9627A" w:rsidP="00D9627A">
            <w:pPr>
              <w:rPr>
                <w:i/>
                <w:iCs/>
                <w:color w:val="FF0000"/>
              </w:rPr>
            </w:pPr>
          </w:p>
          <w:p w14:paraId="0B133FA6" w14:textId="77777777" w:rsidR="00D9627A" w:rsidRDefault="00D9627A" w:rsidP="00D9627A">
            <w:pPr>
              <w:rPr>
                <w:i/>
                <w:iCs/>
                <w:color w:val="FF0000"/>
              </w:rPr>
            </w:pPr>
          </w:p>
          <w:p w14:paraId="37F1B55B" w14:textId="77777777" w:rsidR="00D9627A" w:rsidRPr="001A3F15" w:rsidRDefault="00D9627A" w:rsidP="00D9627A">
            <w:pPr>
              <w:rPr>
                <w:i/>
                <w:iCs/>
                <w:color w:val="FF0000"/>
              </w:rPr>
            </w:pPr>
          </w:p>
        </w:tc>
      </w:tr>
    </w:tbl>
    <w:p w14:paraId="7330FDE3" w14:textId="77777777" w:rsidR="001A3F15" w:rsidRDefault="001A3F15"/>
    <w:p w14:paraId="14B29156" w14:textId="77777777" w:rsidR="00F2537A" w:rsidRDefault="00F2537A"/>
    <w:tbl>
      <w:tblPr>
        <w:tblStyle w:val="Tabela-Siatka"/>
        <w:tblpPr w:leftFromText="141" w:rightFromText="141" w:vertAnchor="text" w:horzAnchor="margin" w:tblpY="34"/>
        <w:tblW w:w="10485" w:type="dxa"/>
        <w:tblLayout w:type="fixed"/>
        <w:tblLook w:val="0400" w:firstRow="0" w:lastRow="0" w:firstColumn="0" w:lastColumn="0" w:noHBand="0" w:noVBand="1"/>
      </w:tblPr>
      <w:tblGrid>
        <w:gridCol w:w="2122"/>
        <w:gridCol w:w="4181"/>
        <w:gridCol w:w="4182"/>
      </w:tblGrid>
      <w:tr w:rsidR="00F2537A" w14:paraId="6EED60C3" w14:textId="77777777" w:rsidTr="007F7602">
        <w:trPr>
          <w:cantSplit/>
          <w:trHeight w:val="567"/>
          <w:tblHeader/>
        </w:trPr>
        <w:tc>
          <w:tcPr>
            <w:tcW w:w="10485" w:type="dxa"/>
            <w:gridSpan w:val="3"/>
            <w:shd w:val="clear" w:color="auto" w:fill="D0CECE" w:themeFill="background2" w:themeFillShade="E6"/>
            <w:vAlign w:val="center"/>
          </w:tcPr>
          <w:p w14:paraId="44223238" w14:textId="1A511D4E" w:rsidR="00F2537A" w:rsidRPr="001A3F15" w:rsidRDefault="00F2537A" w:rsidP="007F7602">
            <w:pPr>
              <w:rPr>
                <w:b/>
                <w:bCs/>
              </w:rPr>
            </w:pPr>
            <w:r>
              <w:rPr>
                <w:b/>
                <w:bCs/>
              </w:rPr>
              <w:t>PODPISY</w:t>
            </w:r>
          </w:p>
        </w:tc>
      </w:tr>
      <w:tr w:rsidR="00E7393F" w14:paraId="10A530E0" w14:textId="77777777" w:rsidTr="00E7393F">
        <w:trPr>
          <w:cantSplit/>
          <w:trHeight w:val="372"/>
          <w:tblHeader/>
        </w:trPr>
        <w:tc>
          <w:tcPr>
            <w:tcW w:w="2122" w:type="dxa"/>
            <w:shd w:val="clear" w:color="auto" w:fill="DBDBDB" w:themeFill="accent3" w:themeFillTint="66"/>
            <w:vAlign w:val="center"/>
          </w:tcPr>
          <w:p w14:paraId="48E21F0D" w14:textId="77777777" w:rsidR="00E7393F" w:rsidRDefault="00E7393F" w:rsidP="007F7602">
            <w:pPr>
              <w:rPr>
                <w:i/>
                <w:iCs/>
              </w:rPr>
            </w:pPr>
          </w:p>
        </w:tc>
        <w:tc>
          <w:tcPr>
            <w:tcW w:w="4181" w:type="dxa"/>
            <w:shd w:val="clear" w:color="auto" w:fill="DBDBDB" w:themeFill="accent3" w:themeFillTint="66"/>
            <w:vAlign w:val="center"/>
          </w:tcPr>
          <w:p w14:paraId="25CE0CDE" w14:textId="462A002C" w:rsidR="00E7393F" w:rsidRPr="00E7393F" w:rsidRDefault="00E7393F" w:rsidP="007F7602">
            <w:pPr>
              <w:rPr>
                <w:b/>
                <w:bCs/>
              </w:rPr>
            </w:pPr>
            <w:r w:rsidRPr="00E7393F">
              <w:rPr>
                <w:b/>
                <w:bCs/>
              </w:rPr>
              <w:t>podpis</w:t>
            </w:r>
          </w:p>
        </w:tc>
        <w:tc>
          <w:tcPr>
            <w:tcW w:w="4182" w:type="dxa"/>
            <w:shd w:val="clear" w:color="auto" w:fill="DBDBDB" w:themeFill="accent3" w:themeFillTint="66"/>
            <w:vAlign w:val="center"/>
          </w:tcPr>
          <w:p w14:paraId="6CD05DA3" w14:textId="1A483D28" w:rsidR="00E7393F" w:rsidRPr="00E7393F" w:rsidRDefault="00E7393F" w:rsidP="007F7602">
            <w:pPr>
              <w:rPr>
                <w:b/>
                <w:bCs/>
              </w:rPr>
            </w:pPr>
            <w:r w:rsidRPr="00E7393F">
              <w:rPr>
                <w:b/>
                <w:bCs/>
              </w:rPr>
              <w:t>data</w:t>
            </w:r>
          </w:p>
        </w:tc>
      </w:tr>
      <w:tr w:rsidR="00E7393F" w14:paraId="3157D0C0" w14:textId="77777777" w:rsidTr="0099064E">
        <w:trPr>
          <w:cantSplit/>
          <w:trHeight w:val="372"/>
          <w:tblHeader/>
        </w:trPr>
        <w:tc>
          <w:tcPr>
            <w:tcW w:w="2122" w:type="dxa"/>
            <w:shd w:val="clear" w:color="auto" w:fill="FFFFFF" w:themeFill="background1"/>
            <w:vAlign w:val="center"/>
          </w:tcPr>
          <w:p w14:paraId="50F38E35" w14:textId="15D6142F" w:rsidR="00E7393F" w:rsidRPr="001A3F15" w:rsidRDefault="00E7393F" w:rsidP="007F7602">
            <w:pPr>
              <w:rPr>
                <w:i/>
                <w:iCs/>
              </w:rPr>
            </w:pPr>
            <w:r>
              <w:rPr>
                <w:i/>
                <w:iCs/>
              </w:rPr>
              <w:t>Główny wykonawca</w:t>
            </w:r>
          </w:p>
        </w:tc>
        <w:tc>
          <w:tcPr>
            <w:tcW w:w="4181" w:type="dxa"/>
            <w:shd w:val="clear" w:color="auto" w:fill="FFFFFF" w:themeFill="background1"/>
            <w:vAlign w:val="center"/>
          </w:tcPr>
          <w:p w14:paraId="5F171186" w14:textId="77777777" w:rsidR="00E7393F" w:rsidRPr="001A3F15" w:rsidRDefault="00E7393F" w:rsidP="007F7602">
            <w:pPr>
              <w:rPr>
                <w:i/>
                <w:iCs/>
              </w:rPr>
            </w:pPr>
          </w:p>
        </w:tc>
        <w:tc>
          <w:tcPr>
            <w:tcW w:w="4182" w:type="dxa"/>
            <w:shd w:val="clear" w:color="auto" w:fill="FFFFFF" w:themeFill="background1"/>
            <w:vAlign w:val="center"/>
          </w:tcPr>
          <w:p w14:paraId="45142838" w14:textId="7BC2111A" w:rsidR="00E7393F" w:rsidRPr="001A3F15" w:rsidRDefault="00E7393F" w:rsidP="007F7602">
            <w:pPr>
              <w:rPr>
                <w:i/>
                <w:iCs/>
              </w:rPr>
            </w:pPr>
          </w:p>
        </w:tc>
      </w:tr>
      <w:tr w:rsidR="00E7393F" w14:paraId="65E92D5C" w14:textId="77777777" w:rsidTr="00FD6C3F">
        <w:trPr>
          <w:cantSplit/>
          <w:trHeight w:val="372"/>
          <w:tblHeader/>
        </w:trPr>
        <w:tc>
          <w:tcPr>
            <w:tcW w:w="2122" w:type="dxa"/>
            <w:shd w:val="clear" w:color="auto" w:fill="FFFFFF" w:themeFill="background1"/>
            <w:vAlign w:val="center"/>
          </w:tcPr>
          <w:p w14:paraId="23ADAF35" w14:textId="6D230907" w:rsidR="00E7393F" w:rsidRPr="001A3F15" w:rsidRDefault="00E7393F" w:rsidP="007F7602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Pozostałe osoby uczestniczące </w:t>
            </w:r>
            <w:r>
              <w:rPr>
                <w:i/>
                <w:iCs/>
              </w:rPr>
              <w:br/>
              <w:t>w badaniu</w:t>
            </w:r>
          </w:p>
        </w:tc>
        <w:tc>
          <w:tcPr>
            <w:tcW w:w="4181" w:type="dxa"/>
            <w:shd w:val="clear" w:color="auto" w:fill="FFFFFF" w:themeFill="background1"/>
            <w:vAlign w:val="center"/>
          </w:tcPr>
          <w:p w14:paraId="48AACD53" w14:textId="77777777" w:rsidR="00E7393F" w:rsidRPr="001A3F15" w:rsidRDefault="00E7393F" w:rsidP="007F7602">
            <w:pPr>
              <w:rPr>
                <w:i/>
                <w:iCs/>
              </w:rPr>
            </w:pPr>
          </w:p>
        </w:tc>
        <w:tc>
          <w:tcPr>
            <w:tcW w:w="4182" w:type="dxa"/>
            <w:shd w:val="clear" w:color="auto" w:fill="FFFFFF" w:themeFill="background1"/>
            <w:vAlign w:val="center"/>
          </w:tcPr>
          <w:p w14:paraId="10F01884" w14:textId="76417823" w:rsidR="00E7393F" w:rsidRPr="001A3F15" w:rsidRDefault="00E7393F" w:rsidP="007F7602">
            <w:pPr>
              <w:rPr>
                <w:i/>
                <w:iCs/>
              </w:rPr>
            </w:pPr>
          </w:p>
        </w:tc>
      </w:tr>
    </w:tbl>
    <w:p w14:paraId="3BF21F42" w14:textId="77777777" w:rsidR="001A3F15" w:rsidRDefault="001A3F15"/>
    <w:bookmarkEnd w:id="0"/>
    <w:p w14:paraId="77F56925" w14:textId="1B580B76" w:rsidR="00D267DD" w:rsidRPr="00D267DD" w:rsidRDefault="00D267DD" w:rsidP="001A3F15"/>
    <w:sectPr w:rsidR="00D267DD" w:rsidRPr="00D267DD">
      <w:headerReference w:type="even" r:id="rId12"/>
      <w:headerReference w:type="default" r:id="rId13"/>
      <w:footerReference w:type="even" r:id="rId14"/>
      <w:footerReference w:type="default" r:id="rId15"/>
      <w:footnotePr>
        <w:numRestart w:val="eachPage"/>
      </w:footnotePr>
      <w:pgSz w:w="11906" w:h="16838"/>
      <w:pgMar w:top="720" w:right="720" w:bottom="720" w:left="72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DDD84" w14:textId="77777777" w:rsidR="009E4E18" w:rsidRDefault="009E4E18">
      <w:r>
        <w:separator/>
      </w:r>
    </w:p>
    <w:p w14:paraId="00C7EF4B" w14:textId="77777777" w:rsidR="009E4E18" w:rsidRDefault="009E4E18"/>
  </w:endnote>
  <w:endnote w:type="continuationSeparator" w:id="0">
    <w:p w14:paraId="081996B5" w14:textId="77777777" w:rsidR="009E4E18" w:rsidRDefault="009E4E18">
      <w:r>
        <w:continuationSeparator/>
      </w:r>
    </w:p>
    <w:p w14:paraId="58B7413B" w14:textId="77777777" w:rsidR="009E4E18" w:rsidRDefault="009E4E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PingFang SC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07EE4" w14:textId="77777777" w:rsidR="00770666" w:rsidRDefault="00770666">
    <w:pPr>
      <w:pStyle w:val="Stopka"/>
    </w:pPr>
  </w:p>
  <w:p w14:paraId="3AD0DB87" w14:textId="77777777" w:rsidR="00770666" w:rsidRDefault="00770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C8D49" w14:textId="6D6ADEB9" w:rsidR="00770666" w:rsidRDefault="008A5F14" w:rsidP="0013596F">
    <w:pPr>
      <w:pStyle w:val="Stopka"/>
      <w:tabs>
        <w:tab w:val="center" w:pos="5233"/>
        <w:tab w:val="left" w:pos="5891"/>
      </w:tabs>
      <w:spacing w:before="0"/>
      <w:jc w:val="right"/>
      <w:rPr>
        <w:sz w:val="18"/>
        <w:szCs w:val="18"/>
      </w:rPr>
    </w:pPr>
    <w:r w:rsidRPr="0098178A">
      <w:rPr>
        <w:noProof/>
        <w:lang w:eastAsia="pl-PL"/>
      </w:rPr>
      <w:drawing>
        <wp:inline distT="0" distB="0" distL="0" distR="0" wp14:anchorId="37EF3FF1" wp14:editId="0DCE4BA9">
          <wp:extent cx="6645910" cy="611229"/>
          <wp:effectExtent l="0" t="0" r="254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45910" cy="6112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69074" w14:textId="77777777" w:rsidR="009E4E18" w:rsidRDefault="009E4E18">
      <w:r>
        <w:separator/>
      </w:r>
    </w:p>
    <w:p w14:paraId="6D706730" w14:textId="77777777" w:rsidR="009E4E18" w:rsidRDefault="009E4E18"/>
  </w:footnote>
  <w:footnote w:type="continuationSeparator" w:id="0">
    <w:p w14:paraId="30C2ABB5" w14:textId="77777777" w:rsidR="009E4E18" w:rsidRDefault="009E4E18">
      <w:r>
        <w:continuationSeparator/>
      </w:r>
    </w:p>
    <w:p w14:paraId="37421BD1" w14:textId="77777777" w:rsidR="009E4E18" w:rsidRDefault="009E4E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ABD77" w14:textId="77777777" w:rsidR="00770666" w:rsidRDefault="00770666">
    <w:pPr>
      <w:pStyle w:val="Nagwek"/>
    </w:pPr>
  </w:p>
  <w:p w14:paraId="5DB33766" w14:textId="77777777" w:rsidR="00770666" w:rsidRDefault="00770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F0F66" w14:textId="3BFC9E17" w:rsidR="00770666" w:rsidRPr="001A3F15" w:rsidRDefault="00681454">
    <w:pPr>
      <w:pStyle w:val="Nagwek"/>
      <w:rPr>
        <w:rFonts w:asciiTheme="majorHAnsi" w:hAnsiTheme="majorHAnsi"/>
        <w:b/>
        <w:bCs/>
      </w:rPr>
    </w:pPr>
    <w:r w:rsidRPr="00681454">
      <w:rPr>
        <w:rFonts w:ascii="Calibri" w:eastAsia="Times New Roman" w:hAnsi="Calibri" w:cs="Times New Roman"/>
        <w:noProof/>
      </w:rPr>
      <w:drawing>
        <wp:inline distT="0" distB="0" distL="0" distR="0" wp14:anchorId="34379B2D" wp14:editId="5448E098">
          <wp:extent cx="5760720" cy="1583690"/>
          <wp:effectExtent l="0" t="0" r="0" b="0"/>
          <wp:docPr id="3934042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583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A3F15">
      <w:rPr>
        <w:rFonts w:asciiTheme="majorHAnsi" w:hAnsiTheme="majorHAnsi"/>
      </w:rPr>
      <w:tab/>
    </w:r>
    <w:r w:rsidR="001A3F15">
      <w:rPr>
        <w:rFonts w:asciiTheme="majorHAnsi" w:hAnsiTheme="majorHAnsi"/>
      </w:rPr>
      <w:tab/>
      <w:t xml:space="preserve"> </w:t>
    </w:r>
    <w:r w:rsidR="00BE3C89">
      <w:rPr>
        <w:rFonts w:asciiTheme="majorHAnsi" w:hAnsiTheme="majorHAnsi"/>
        <w:b/>
        <w:bCs/>
      </w:rPr>
      <w:t xml:space="preserve">Syntetyczna informacja merytoryczna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42714"/>
    <w:multiLevelType w:val="hybridMultilevel"/>
    <w:tmpl w:val="B3A42BAE"/>
    <w:lvl w:ilvl="0" w:tplc="1D583DD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 w:tplc="AA2277DE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1D7EDCA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FAD68888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719AAEE0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334A181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0750DA8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2500C08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9D2E90E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B5020E7"/>
    <w:multiLevelType w:val="multilevel"/>
    <w:tmpl w:val="0B120572"/>
    <w:lvl w:ilvl="0">
      <w:start w:val="1"/>
      <w:numFmt w:val="decimal"/>
      <w:lvlText w:val="%1."/>
      <w:lvlJc w:val="left"/>
      <w:pPr>
        <w:ind w:left="1418" w:hanging="1058"/>
      </w:pPr>
    </w:lvl>
    <w:lvl w:ilvl="1">
      <w:start w:val="1"/>
      <w:numFmt w:val="decimal"/>
      <w:isLgl/>
      <w:lvlText w:val="%1.%2."/>
      <w:lvlJc w:val="left"/>
      <w:pPr>
        <w:ind w:left="1418" w:hanging="1058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418" w:hanging="1058"/>
      </w:pPr>
      <w:rPr>
        <w:rFonts w:hint="default"/>
        <w:b w:val="0"/>
        <w:bCs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18" w:hanging="1058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854032B"/>
    <w:multiLevelType w:val="hybridMultilevel"/>
    <w:tmpl w:val="8534ABF8"/>
    <w:lvl w:ilvl="0" w:tplc="EB305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BEEE8D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36C0D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D1A902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D2026E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0ECC01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6E6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D7863F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54EC93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807BDF"/>
    <w:multiLevelType w:val="multilevel"/>
    <w:tmpl w:val="B6D6A3E2"/>
    <w:lvl w:ilvl="0">
      <w:start w:val="7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1EBB111C"/>
    <w:multiLevelType w:val="hybridMultilevel"/>
    <w:tmpl w:val="2B62B282"/>
    <w:lvl w:ilvl="0" w:tplc="A8AEA6A2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 w:tplc="16D09DEA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 w:tplc="96E8EE7A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 w:tplc="833C2B2C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 w:tplc="B0762DB8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5C12B46A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 w:tplc="C3D0880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 w:tplc="BC60537C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33C8D6F2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0215454"/>
    <w:multiLevelType w:val="multilevel"/>
    <w:tmpl w:val="59881A7E"/>
    <w:lvl w:ilvl="0">
      <w:start w:val="1"/>
      <w:numFmt w:val="decimal"/>
      <w:lvlText w:val="%1."/>
      <w:lvlJc w:val="left"/>
      <w:pPr>
        <w:ind w:left="1418" w:hanging="1058"/>
      </w:pPr>
    </w:lvl>
    <w:lvl w:ilvl="1">
      <w:start w:val="1"/>
      <w:numFmt w:val="decimal"/>
      <w:isLgl/>
      <w:lvlText w:val="%1.%2."/>
      <w:lvlJc w:val="left"/>
      <w:pPr>
        <w:ind w:left="1418" w:hanging="1058"/>
      </w:pPr>
      <w:rPr>
        <w:rFonts w:hint="default"/>
        <w:b w:val="0"/>
        <w:bCs w:val="0"/>
        <w:color w:val="auto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418" w:hanging="1058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2444134"/>
    <w:multiLevelType w:val="hybridMultilevel"/>
    <w:tmpl w:val="3EDA9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B35610"/>
    <w:multiLevelType w:val="multilevel"/>
    <w:tmpl w:val="D61C93E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2C3070CC"/>
    <w:multiLevelType w:val="hybridMultilevel"/>
    <w:tmpl w:val="10025D88"/>
    <w:lvl w:ilvl="0" w:tplc="C2C6BEE4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AF68D102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B1F45004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30B02B28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8AE6838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AEBCD9B8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1E60B2E6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C59CA83A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4A785FF4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9" w15:restartNumberingAfterBreak="0">
    <w:nsid w:val="2CEA3E2B"/>
    <w:multiLevelType w:val="multilevel"/>
    <w:tmpl w:val="76B6B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F30153"/>
    <w:multiLevelType w:val="hybridMultilevel"/>
    <w:tmpl w:val="EEB88ACE"/>
    <w:lvl w:ilvl="0" w:tplc="7D7A19D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 w:tplc="ADB481B0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 w:tplc="D2E2E1E0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 w:tplc="C8C4B268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 w:tplc="ED149A22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8EEC6E84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 w:tplc="610ECA6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 w:tplc="3796071A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D5F6DB1C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E20476F"/>
    <w:multiLevelType w:val="hybridMultilevel"/>
    <w:tmpl w:val="B998A7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56A67"/>
    <w:multiLevelType w:val="multilevel"/>
    <w:tmpl w:val="8A9648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815476B"/>
    <w:multiLevelType w:val="hybridMultilevel"/>
    <w:tmpl w:val="535EA7CE"/>
    <w:lvl w:ilvl="0" w:tplc="18C6DAC4">
      <w:start w:val="1"/>
      <w:numFmt w:val="bullet"/>
      <w:pStyle w:val="Listapunktowa"/>
      <w:lvlText w:val=""/>
      <w:lvlJc w:val="left"/>
      <w:pPr>
        <w:ind w:left="1445" w:hanging="453"/>
      </w:pPr>
      <w:rPr>
        <w:rFonts w:ascii="Symbol" w:hAnsi="Symbol" w:hint="default"/>
      </w:rPr>
    </w:lvl>
    <w:lvl w:ilvl="1" w:tplc="39840E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BB068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1AAE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A2880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D0DA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E092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428B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E485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8A0BE5"/>
    <w:multiLevelType w:val="hybridMultilevel"/>
    <w:tmpl w:val="01CEB346"/>
    <w:lvl w:ilvl="0" w:tplc="072C8096">
      <w:start w:val="1"/>
      <w:numFmt w:val="bullet"/>
      <w:pStyle w:val="ListyTabele"/>
      <w:lvlText w:val=""/>
      <w:lvlJc w:val="left"/>
      <w:pPr>
        <w:ind w:left="720" w:hanging="607"/>
      </w:pPr>
      <w:rPr>
        <w:rFonts w:ascii="Symbol" w:hAnsi="Symbol" w:hint="default"/>
      </w:rPr>
    </w:lvl>
    <w:lvl w:ilvl="1" w:tplc="7DB04B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98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CAB5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A435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7836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A2EC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D046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47D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B5F3E"/>
    <w:multiLevelType w:val="multilevel"/>
    <w:tmpl w:val="3CE69D1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85074FA"/>
    <w:multiLevelType w:val="hybridMultilevel"/>
    <w:tmpl w:val="F1ACD2E0"/>
    <w:lvl w:ilvl="0" w:tplc="65F869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5F8D1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41843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186BDA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560523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4BA0F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0CEDEC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AF82F4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0506C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BA2E66"/>
    <w:multiLevelType w:val="hybridMultilevel"/>
    <w:tmpl w:val="908259C8"/>
    <w:lvl w:ilvl="0" w:tplc="D7520F0A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 w:tplc="6C2C54C8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 w:tplc="F71A334E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 w:tplc="BB9E316C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 w:tplc="544667F6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 w:tplc="A8A2FF42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 w:tplc="16701194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 w:tplc="B43ACD1C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 w:tplc="3E1AB64C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54A80508"/>
    <w:multiLevelType w:val="hybridMultilevel"/>
    <w:tmpl w:val="66100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EB4C4F"/>
    <w:multiLevelType w:val="hybridMultilevel"/>
    <w:tmpl w:val="8952B0EA"/>
    <w:lvl w:ilvl="0" w:tplc="832EF048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1" w:tplc="820C734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 w:tplc="58CE6FC6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 w:tplc="65D654C2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 w:tplc="2312B920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 w:tplc="90825946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 w:tplc="4B5EDE1A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 w:tplc="0D0ABA3C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 w:tplc="38B621CE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A0D6B31"/>
    <w:multiLevelType w:val="hybridMultilevel"/>
    <w:tmpl w:val="2C02AD84"/>
    <w:lvl w:ilvl="0" w:tplc="36C812AC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 w:tplc="D6B46A6A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 w:tplc="EEA8509A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 w:tplc="8D44F93C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 w:tplc="1A1C11B8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 w:tplc="06A6724E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 w:tplc="8C12EEBE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 w:tplc="8D543F88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 w:tplc="C60C6BFC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5BF350B5"/>
    <w:multiLevelType w:val="hybridMultilevel"/>
    <w:tmpl w:val="0D70E47A"/>
    <w:lvl w:ilvl="0" w:tplc="0415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22" w15:restartNumberingAfterBreak="0">
    <w:nsid w:val="60183319"/>
    <w:multiLevelType w:val="hybridMultilevel"/>
    <w:tmpl w:val="0CE87900"/>
    <w:lvl w:ilvl="0" w:tplc="8ED0565E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 w:val="0"/>
        <w:i w:val="0"/>
      </w:rPr>
    </w:lvl>
    <w:lvl w:ilvl="1" w:tplc="D55EF2E2">
      <w:start w:val="1"/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 w:tplc="82A45718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9326AD58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B9AC6CEC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FE849A9C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D3166D50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2536EC40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E4F07A40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63DF3D98"/>
    <w:multiLevelType w:val="multilevel"/>
    <w:tmpl w:val="8BBADCFE"/>
    <w:lvl w:ilvl="0">
      <w:start w:val="1"/>
      <w:numFmt w:val="decimal"/>
      <w:pStyle w:val="Nagwek1"/>
      <w:lvlText w:val="%1."/>
      <w:lvlJc w:val="left"/>
      <w:pPr>
        <w:ind w:left="1418" w:hanging="1058"/>
      </w:pPr>
    </w:lvl>
    <w:lvl w:ilvl="1">
      <w:start w:val="1"/>
      <w:numFmt w:val="decimal"/>
      <w:pStyle w:val="Nagwek2"/>
      <w:isLgl/>
      <w:lvlText w:val="%1.%2."/>
      <w:lvlJc w:val="left"/>
      <w:pPr>
        <w:ind w:left="1418" w:hanging="1058"/>
      </w:pPr>
      <w:rPr>
        <w:rFonts w:hint="default"/>
        <w:b w:val="0"/>
        <w:bCs w:val="0"/>
        <w:color w:val="auto"/>
      </w:rPr>
    </w:lvl>
    <w:lvl w:ilvl="2">
      <w:start w:val="1"/>
      <w:numFmt w:val="decimal"/>
      <w:pStyle w:val="Nagwek3"/>
      <w:isLgl/>
      <w:lvlText w:val="%1.%2.%3."/>
      <w:lvlJc w:val="left"/>
      <w:pPr>
        <w:ind w:left="1418" w:hanging="1058"/>
      </w:pPr>
      <w:rPr>
        <w:rFonts w:hint="default"/>
        <w:b w:val="0"/>
        <w:bCs w:val="0"/>
        <w:color w:val="auto"/>
      </w:rPr>
    </w:lvl>
    <w:lvl w:ilvl="3">
      <w:start w:val="1"/>
      <w:numFmt w:val="decimal"/>
      <w:pStyle w:val="Nagwek4"/>
      <w:isLgl/>
      <w:lvlText w:val="%1.%2.%3.%4."/>
      <w:lvlJc w:val="left"/>
      <w:pPr>
        <w:ind w:left="1418" w:hanging="1058"/>
      </w:pPr>
      <w:rPr>
        <w:rFonts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3FE437F"/>
    <w:multiLevelType w:val="hybridMultilevel"/>
    <w:tmpl w:val="1ED4F4B8"/>
    <w:lvl w:ilvl="0" w:tplc="DF1E066C">
      <w:start w:val="1"/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1" w:tplc="A8B6FE4A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 w:tplc="E30A944C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 w:tplc="A18877BE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 w:tplc="11A65710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 w:tplc="65BC5318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 w:tplc="58C87150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 w:tplc="66C05276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 w:tplc="EB768EE2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96F0BCD"/>
    <w:multiLevelType w:val="hybridMultilevel"/>
    <w:tmpl w:val="CF14B414"/>
    <w:lvl w:ilvl="0" w:tplc="F3E06B02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9B684B2A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E23480AC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A7D62776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28722892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E4A65E7C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56821EE2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1F0427BE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268E6802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26" w15:restartNumberingAfterBreak="0">
    <w:nsid w:val="69F407B2"/>
    <w:multiLevelType w:val="hybridMultilevel"/>
    <w:tmpl w:val="AB0A2AC6"/>
    <w:lvl w:ilvl="0" w:tplc="6A0CC004">
      <w:start w:val="1"/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1" w:tplc="E80229A0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 w:tplc="4FA2657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 w:tplc="65803AE6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 w:tplc="13F295F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 w:tplc="1A42C628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 w:tplc="AA76EAB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 w:tplc="EC40E220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 w:tplc="64744B8C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B95747D"/>
    <w:multiLevelType w:val="multilevel"/>
    <w:tmpl w:val="73645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9214E6"/>
    <w:multiLevelType w:val="hybridMultilevel"/>
    <w:tmpl w:val="C8E44A66"/>
    <w:lvl w:ilvl="0" w:tplc="A92A21FC">
      <w:start w:val="1"/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1" w:tplc="1EC0F80E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 w:tplc="B9FCA920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 w:tplc="B42C8D88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 w:tplc="27E6F52C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 w:tplc="2472B0CE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 w:tplc="72F822E8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 w:tplc="6D40BCC6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 w:tplc="8A22C35C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0A378F8"/>
    <w:multiLevelType w:val="multilevel"/>
    <w:tmpl w:val="3C586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118655E"/>
    <w:multiLevelType w:val="multilevel"/>
    <w:tmpl w:val="14A2ED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4982F5B"/>
    <w:multiLevelType w:val="hybridMultilevel"/>
    <w:tmpl w:val="FED86B36"/>
    <w:lvl w:ilvl="0" w:tplc="4FE6A360">
      <w:start w:val="1"/>
      <w:numFmt w:val="bullet"/>
      <w:lvlText w:val=""/>
      <w:lvlJc w:val="left"/>
      <w:pPr>
        <w:ind w:left="113" w:firstLine="0"/>
      </w:pPr>
      <w:rPr>
        <w:rFonts w:ascii="Symbol" w:hAnsi="Symbol" w:hint="default"/>
      </w:rPr>
    </w:lvl>
    <w:lvl w:ilvl="1" w:tplc="193EC2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C014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9AA0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6E49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3A96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D0BA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4406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9629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5C1515"/>
    <w:multiLevelType w:val="hybridMultilevel"/>
    <w:tmpl w:val="F4D2E2C6"/>
    <w:lvl w:ilvl="0" w:tplc="75E4254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D998563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CD50F0B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9B3CF4F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463CE49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AFC23E4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B7863A7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FC7E16D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4F48F6B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7EB2405F"/>
    <w:multiLevelType w:val="hybridMultilevel"/>
    <w:tmpl w:val="94ECAD70"/>
    <w:lvl w:ilvl="0" w:tplc="22103612">
      <w:start w:val="1"/>
      <w:numFmt w:val="bullet"/>
      <w:lvlText w:val="•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1" w:tplc="CA4EC292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 w:tplc="05BEB074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 w:tplc="EBA0EEBE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 w:tplc="7EB2E86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 w:tplc="E57C44EE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 w:tplc="BDBC703E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 w:tplc="71C05F2C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 w:tplc="9FA4E89C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F413547"/>
    <w:multiLevelType w:val="multilevel"/>
    <w:tmpl w:val="2B3AD7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u w:val="none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i w:val="0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FE01C16"/>
    <w:multiLevelType w:val="hybridMultilevel"/>
    <w:tmpl w:val="765645F0"/>
    <w:lvl w:ilvl="0" w:tplc="5E94D678">
      <w:start w:val="1"/>
      <w:numFmt w:val="bullet"/>
      <w:lvlText w:val="•"/>
      <w:lvlJc w:val="left"/>
      <w:pPr>
        <w:tabs>
          <w:tab w:val="num" w:pos="360"/>
        </w:tabs>
        <w:ind w:left="1080" w:hanging="360"/>
      </w:pPr>
      <w:rPr>
        <w:rFonts w:ascii="Times New Roman" w:hAnsi="Times New Roman" w:cs="Times New Roman" w:hint="default"/>
      </w:rPr>
    </w:lvl>
    <w:lvl w:ilvl="1" w:tplc="44281EA0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 w:cs="Courier New" w:hint="default"/>
      </w:rPr>
    </w:lvl>
    <w:lvl w:ilvl="2" w:tplc="22BE5420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 w:cs="Wingdings" w:hint="default"/>
      </w:rPr>
    </w:lvl>
    <w:lvl w:ilvl="3" w:tplc="AC8E415C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 w:cs="Symbol" w:hint="default"/>
      </w:rPr>
    </w:lvl>
    <w:lvl w:ilvl="4" w:tplc="F6F261EC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 w:cs="Courier New" w:hint="default"/>
      </w:rPr>
    </w:lvl>
    <w:lvl w:ilvl="5" w:tplc="1AEC4CF6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 w:cs="Wingdings" w:hint="default"/>
      </w:rPr>
    </w:lvl>
    <w:lvl w:ilvl="6" w:tplc="07A231A0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 w:cs="Symbol" w:hint="default"/>
      </w:rPr>
    </w:lvl>
    <w:lvl w:ilvl="7" w:tplc="15A4A2A6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 w:cs="Courier New" w:hint="default"/>
      </w:rPr>
    </w:lvl>
    <w:lvl w:ilvl="8" w:tplc="3306ECD4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FEC5682"/>
    <w:multiLevelType w:val="hybridMultilevel"/>
    <w:tmpl w:val="0E5880C0"/>
    <w:lvl w:ilvl="0" w:tplc="C9AEA3E8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 w:tplc="A9FA4D04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 w:tplc="0772F4C6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 w:tplc="F2F2EADE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 w:tplc="C7D6075C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D37A96C4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 w:tplc="7A64E872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 w:tplc="F1D8AB90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33941FC2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911574674">
    <w:abstractNumId w:val="0"/>
  </w:num>
  <w:num w:numId="2" w16cid:durableId="1860461494">
    <w:abstractNumId w:val="4"/>
  </w:num>
  <w:num w:numId="3" w16cid:durableId="737241134">
    <w:abstractNumId w:val="10"/>
  </w:num>
  <w:num w:numId="4" w16cid:durableId="752046345">
    <w:abstractNumId w:val="36"/>
  </w:num>
  <w:num w:numId="5" w16cid:durableId="1045986673">
    <w:abstractNumId w:val="35"/>
  </w:num>
  <w:num w:numId="6" w16cid:durableId="1758482053">
    <w:abstractNumId w:val="22"/>
  </w:num>
  <w:num w:numId="7" w16cid:durableId="1192258913">
    <w:abstractNumId w:val="24"/>
  </w:num>
  <w:num w:numId="8" w16cid:durableId="1381634454">
    <w:abstractNumId w:val="33"/>
  </w:num>
  <w:num w:numId="9" w16cid:durableId="1132015059">
    <w:abstractNumId w:val="19"/>
  </w:num>
  <w:num w:numId="10" w16cid:durableId="1747604603">
    <w:abstractNumId w:val="26"/>
  </w:num>
  <w:num w:numId="11" w16cid:durableId="1694187282">
    <w:abstractNumId w:val="28"/>
  </w:num>
  <w:num w:numId="12" w16cid:durableId="1827044703">
    <w:abstractNumId w:val="3"/>
  </w:num>
  <w:num w:numId="13" w16cid:durableId="225339732">
    <w:abstractNumId w:val="32"/>
  </w:num>
  <w:num w:numId="14" w16cid:durableId="1472089443">
    <w:abstractNumId w:val="17"/>
  </w:num>
  <w:num w:numId="15" w16cid:durableId="582835097">
    <w:abstractNumId w:val="20"/>
  </w:num>
  <w:num w:numId="16" w16cid:durableId="2113016423">
    <w:abstractNumId w:val="23"/>
  </w:num>
  <w:num w:numId="17" w16cid:durableId="2103910044">
    <w:abstractNumId w:val="34"/>
  </w:num>
  <w:num w:numId="18" w16cid:durableId="1291131231">
    <w:abstractNumId w:val="15"/>
  </w:num>
  <w:num w:numId="19" w16cid:durableId="1552576383">
    <w:abstractNumId w:val="12"/>
  </w:num>
  <w:num w:numId="20" w16cid:durableId="2090231333">
    <w:abstractNumId w:val="7"/>
  </w:num>
  <w:num w:numId="21" w16cid:durableId="25328742">
    <w:abstractNumId w:val="30"/>
  </w:num>
  <w:num w:numId="22" w16cid:durableId="1761443548">
    <w:abstractNumId w:val="14"/>
  </w:num>
  <w:num w:numId="23" w16cid:durableId="1468860732">
    <w:abstractNumId w:val="31"/>
  </w:num>
  <w:num w:numId="24" w16cid:durableId="2122456186">
    <w:abstractNumId w:val="8"/>
  </w:num>
  <w:num w:numId="25" w16cid:durableId="823207751">
    <w:abstractNumId w:val="25"/>
  </w:num>
  <w:num w:numId="26" w16cid:durableId="1639410287">
    <w:abstractNumId w:val="16"/>
  </w:num>
  <w:num w:numId="27" w16cid:durableId="389575966">
    <w:abstractNumId w:val="2"/>
  </w:num>
  <w:num w:numId="28" w16cid:durableId="1381977929">
    <w:abstractNumId w:val="13"/>
  </w:num>
  <w:num w:numId="29" w16cid:durableId="1504274501">
    <w:abstractNumId w:val="1"/>
  </w:num>
  <w:num w:numId="30" w16cid:durableId="940796246">
    <w:abstractNumId w:val="5"/>
  </w:num>
  <w:num w:numId="31" w16cid:durableId="826822856">
    <w:abstractNumId w:val="21"/>
  </w:num>
  <w:num w:numId="32" w16cid:durableId="300428685">
    <w:abstractNumId w:val="9"/>
  </w:num>
  <w:num w:numId="33" w16cid:durableId="951279288">
    <w:abstractNumId w:val="6"/>
  </w:num>
  <w:num w:numId="34" w16cid:durableId="1844708604">
    <w:abstractNumId w:val="29"/>
  </w:num>
  <w:num w:numId="35" w16cid:durableId="993490170">
    <w:abstractNumId w:val="27"/>
  </w:num>
  <w:num w:numId="36" w16cid:durableId="1192035302">
    <w:abstractNumId w:val="18"/>
  </w:num>
  <w:num w:numId="37" w16cid:durableId="17935974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170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E46"/>
    <w:rsid w:val="00001533"/>
    <w:rsid w:val="00002FFF"/>
    <w:rsid w:val="000043F5"/>
    <w:rsid w:val="0001137A"/>
    <w:rsid w:val="0001502E"/>
    <w:rsid w:val="0001551B"/>
    <w:rsid w:val="00020FDB"/>
    <w:rsid w:val="0002487A"/>
    <w:rsid w:val="00026104"/>
    <w:rsid w:val="00032FBF"/>
    <w:rsid w:val="0003334B"/>
    <w:rsid w:val="000409C7"/>
    <w:rsid w:val="000500E0"/>
    <w:rsid w:val="00055591"/>
    <w:rsid w:val="00055C60"/>
    <w:rsid w:val="00061E95"/>
    <w:rsid w:val="00064E9F"/>
    <w:rsid w:val="000677AA"/>
    <w:rsid w:val="00067D24"/>
    <w:rsid w:val="00074EE7"/>
    <w:rsid w:val="00075096"/>
    <w:rsid w:val="000877B5"/>
    <w:rsid w:val="000927FC"/>
    <w:rsid w:val="00097925"/>
    <w:rsid w:val="00097B9A"/>
    <w:rsid w:val="000A0A39"/>
    <w:rsid w:val="000A2279"/>
    <w:rsid w:val="000A2597"/>
    <w:rsid w:val="000B050E"/>
    <w:rsid w:val="000C3A37"/>
    <w:rsid w:val="000D1F30"/>
    <w:rsid w:val="000D52AE"/>
    <w:rsid w:val="000F205C"/>
    <w:rsid w:val="000F53BD"/>
    <w:rsid w:val="000F66E8"/>
    <w:rsid w:val="000F7223"/>
    <w:rsid w:val="000F7C85"/>
    <w:rsid w:val="001065D3"/>
    <w:rsid w:val="0011142C"/>
    <w:rsid w:val="001123F8"/>
    <w:rsid w:val="00114E34"/>
    <w:rsid w:val="00124FE1"/>
    <w:rsid w:val="00125D18"/>
    <w:rsid w:val="001275CB"/>
    <w:rsid w:val="00130732"/>
    <w:rsid w:val="00132E28"/>
    <w:rsid w:val="0013425E"/>
    <w:rsid w:val="00135407"/>
    <w:rsid w:val="0013596F"/>
    <w:rsid w:val="001379F7"/>
    <w:rsid w:val="0014528F"/>
    <w:rsid w:val="00151C2E"/>
    <w:rsid w:val="00155939"/>
    <w:rsid w:val="001626EB"/>
    <w:rsid w:val="00163AEE"/>
    <w:rsid w:val="0016402B"/>
    <w:rsid w:val="00172E9B"/>
    <w:rsid w:val="001740A5"/>
    <w:rsid w:val="0017451D"/>
    <w:rsid w:val="00185E2D"/>
    <w:rsid w:val="00194E1B"/>
    <w:rsid w:val="0019632C"/>
    <w:rsid w:val="00197E4C"/>
    <w:rsid w:val="00197EAB"/>
    <w:rsid w:val="001A1060"/>
    <w:rsid w:val="001A3F15"/>
    <w:rsid w:val="001A4781"/>
    <w:rsid w:val="001B0860"/>
    <w:rsid w:val="001B0949"/>
    <w:rsid w:val="001B2E9E"/>
    <w:rsid w:val="001B4934"/>
    <w:rsid w:val="001C18A9"/>
    <w:rsid w:val="001D5153"/>
    <w:rsid w:val="001E35D2"/>
    <w:rsid w:val="001E709D"/>
    <w:rsid w:val="001F1EC8"/>
    <w:rsid w:val="001F2303"/>
    <w:rsid w:val="00207A72"/>
    <w:rsid w:val="00213665"/>
    <w:rsid w:val="002166F0"/>
    <w:rsid w:val="002176CA"/>
    <w:rsid w:val="00222C9E"/>
    <w:rsid w:val="00225CCA"/>
    <w:rsid w:val="00232E82"/>
    <w:rsid w:val="00234B56"/>
    <w:rsid w:val="002367A8"/>
    <w:rsid w:val="002451DA"/>
    <w:rsid w:val="00247163"/>
    <w:rsid w:val="00253FC2"/>
    <w:rsid w:val="0025474D"/>
    <w:rsid w:val="00256E99"/>
    <w:rsid w:val="0026090E"/>
    <w:rsid w:val="0026567F"/>
    <w:rsid w:val="0026574C"/>
    <w:rsid w:val="00272FA1"/>
    <w:rsid w:val="00275831"/>
    <w:rsid w:val="00282599"/>
    <w:rsid w:val="0028274A"/>
    <w:rsid w:val="002840AF"/>
    <w:rsid w:val="00286CAE"/>
    <w:rsid w:val="00287689"/>
    <w:rsid w:val="00290424"/>
    <w:rsid w:val="00290EA3"/>
    <w:rsid w:val="00292296"/>
    <w:rsid w:val="002942BC"/>
    <w:rsid w:val="002A3575"/>
    <w:rsid w:val="002A7951"/>
    <w:rsid w:val="002A7F9F"/>
    <w:rsid w:val="002B0A4B"/>
    <w:rsid w:val="002B450E"/>
    <w:rsid w:val="002B47B0"/>
    <w:rsid w:val="002B7815"/>
    <w:rsid w:val="002C0BF1"/>
    <w:rsid w:val="002C1D3B"/>
    <w:rsid w:val="002C47F7"/>
    <w:rsid w:val="002C64CF"/>
    <w:rsid w:val="002C6FAC"/>
    <w:rsid w:val="002D2EFC"/>
    <w:rsid w:val="002D7CE5"/>
    <w:rsid w:val="002E257B"/>
    <w:rsid w:val="002E7A5A"/>
    <w:rsid w:val="002F1213"/>
    <w:rsid w:val="002F3C52"/>
    <w:rsid w:val="002F4651"/>
    <w:rsid w:val="002F7364"/>
    <w:rsid w:val="003007C5"/>
    <w:rsid w:val="003074F7"/>
    <w:rsid w:val="00321C24"/>
    <w:rsid w:val="00326738"/>
    <w:rsid w:val="00333E46"/>
    <w:rsid w:val="0033594F"/>
    <w:rsid w:val="00343396"/>
    <w:rsid w:val="003462DA"/>
    <w:rsid w:val="00347B7D"/>
    <w:rsid w:val="00350087"/>
    <w:rsid w:val="00350DEC"/>
    <w:rsid w:val="0035758F"/>
    <w:rsid w:val="0036707F"/>
    <w:rsid w:val="00372F09"/>
    <w:rsid w:val="0039380D"/>
    <w:rsid w:val="00394E27"/>
    <w:rsid w:val="00397718"/>
    <w:rsid w:val="00397F4F"/>
    <w:rsid w:val="003A04B7"/>
    <w:rsid w:val="003A4897"/>
    <w:rsid w:val="003A50E5"/>
    <w:rsid w:val="003A5D06"/>
    <w:rsid w:val="003B2F34"/>
    <w:rsid w:val="003C159B"/>
    <w:rsid w:val="003C5169"/>
    <w:rsid w:val="003C6145"/>
    <w:rsid w:val="003C65E9"/>
    <w:rsid w:val="003D047D"/>
    <w:rsid w:val="003D0ED0"/>
    <w:rsid w:val="003D2953"/>
    <w:rsid w:val="003E5EAC"/>
    <w:rsid w:val="003F1EB4"/>
    <w:rsid w:val="003F352C"/>
    <w:rsid w:val="003F4F62"/>
    <w:rsid w:val="0040112E"/>
    <w:rsid w:val="004022E2"/>
    <w:rsid w:val="0040397D"/>
    <w:rsid w:val="00405B32"/>
    <w:rsid w:val="00413A18"/>
    <w:rsid w:val="0043710E"/>
    <w:rsid w:val="00441A03"/>
    <w:rsid w:val="00443913"/>
    <w:rsid w:val="004531B3"/>
    <w:rsid w:val="00460593"/>
    <w:rsid w:val="0046240A"/>
    <w:rsid w:val="00486627"/>
    <w:rsid w:val="00494FC4"/>
    <w:rsid w:val="00496751"/>
    <w:rsid w:val="004A1746"/>
    <w:rsid w:val="004B0506"/>
    <w:rsid w:val="004B2DCB"/>
    <w:rsid w:val="004B6A9B"/>
    <w:rsid w:val="004C66EC"/>
    <w:rsid w:val="004D03B6"/>
    <w:rsid w:val="004D7C74"/>
    <w:rsid w:val="004E3F25"/>
    <w:rsid w:val="004E79C6"/>
    <w:rsid w:val="004F042B"/>
    <w:rsid w:val="004F4297"/>
    <w:rsid w:val="004F7D88"/>
    <w:rsid w:val="005023F8"/>
    <w:rsid w:val="005027F9"/>
    <w:rsid w:val="005047F2"/>
    <w:rsid w:val="00513B02"/>
    <w:rsid w:val="005166A6"/>
    <w:rsid w:val="00517612"/>
    <w:rsid w:val="00533137"/>
    <w:rsid w:val="00533D1A"/>
    <w:rsid w:val="0053484A"/>
    <w:rsid w:val="005366D9"/>
    <w:rsid w:val="0054377D"/>
    <w:rsid w:val="00546EC2"/>
    <w:rsid w:val="00550A23"/>
    <w:rsid w:val="00554190"/>
    <w:rsid w:val="005575B8"/>
    <w:rsid w:val="00562F3C"/>
    <w:rsid w:val="00570F87"/>
    <w:rsid w:val="00573802"/>
    <w:rsid w:val="00584A2C"/>
    <w:rsid w:val="0058508E"/>
    <w:rsid w:val="005A1E90"/>
    <w:rsid w:val="005A3A72"/>
    <w:rsid w:val="005A64CE"/>
    <w:rsid w:val="005B226E"/>
    <w:rsid w:val="005B4C19"/>
    <w:rsid w:val="005C1AAB"/>
    <w:rsid w:val="005C1D08"/>
    <w:rsid w:val="005C65D5"/>
    <w:rsid w:val="005C6C62"/>
    <w:rsid w:val="005C7501"/>
    <w:rsid w:val="005E3EE2"/>
    <w:rsid w:val="005E6932"/>
    <w:rsid w:val="005E6F5E"/>
    <w:rsid w:val="005F47C7"/>
    <w:rsid w:val="005F5197"/>
    <w:rsid w:val="005F5FB4"/>
    <w:rsid w:val="005F61BF"/>
    <w:rsid w:val="005F685B"/>
    <w:rsid w:val="0060273D"/>
    <w:rsid w:val="00606365"/>
    <w:rsid w:val="006128CC"/>
    <w:rsid w:val="00614324"/>
    <w:rsid w:val="0061629F"/>
    <w:rsid w:val="006171B9"/>
    <w:rsid w:val="00624936"/>
    <w:rsid w:val="00625ED8"/>
    <w:rsid w:val="0063536F"/>
    <w:rsid w:val="00641BDD"/>
    <w:rsid w:val="006439AE"/>
    <w:rsid w:val="00645BC3"/>
    <w:rsid w:val="00651B50"/>
    <w:rsid w:val="00653B9E"/>
    <w:rsid w:val="0066763B"/>
    <w:rsid w:val="006727DE"/>
    <w:rsid w:val="006743AC"/>
    <w:rsid w:val="0067450E"/>
    <w:rsid w:val="00681454"/>
    <w:rsid w:val="0068613F"/>
    <w:rsid w:val="006874E2"/>
    <w:rsid w:val="0069246A"/>
    <w:rsid w:val="0069713C"/>
    <w:rsid w:val="006A04EF"/>
    <w:rsid w:val="006A08E0"/>
    <w:rsid w:val="006C452A"/>
    <w:rsid w:val="006D5025"/>
    <w:rsid w:val="006D7BFB"/>
    <w:rsid w:val="006E5BFD"/>
    <w:rsid w:val="006E66F7"/>
    <w:rsid w:val="006F41AD"/>
    <w:rsid w:val="006F6DEA"/>
    <w:rsid w:val="00701420"/>
    <w:rsid w:val="00702351"/>
    <w:rsid w:val="00702B4B"/>
    <w:rsid w:val="00705D4C"/>
    <w:rsid w:val="0070624A"/>
    <w:rsid w:val="00706EB1"/>
    <w:rsid w:val="00712A14"/>
    <w:rsid w:val="007220FD"/>
    <w:rsid w:val="007229E5"/>
    <w:rsid w:val="00722D5B"/>
    <w:rsid w:val="00723B30"/>
    <w:rsid w:val="007240A1"/>
    <w:rsid w:val="00726946"/>
    <w:rsid w:val="00733158"/>
    <w:rsid w:val="0075120F"/>
    <w:rsid w:val="00753FE9"/>
    <w:rsid w:val="0075653A"/>
    <w:rsid w:val="0075749C"/>
    <w:rsid w:val="00762405"/>
    <w:rsid w:val="00766339"/>
    <w:rsid w:val="00770666"/>
    <w:rsid w:val="00775D9B"/>
    <w:rsid w:val="0077675B"/>
    <w:rsid w:val="007819AE"/>
    <w:rsid w:val="0078588F"/>
    <w:rsid w:val="00787120"/>
    <w:rsid w:val="007919A1"/>
    <w:rsid w:val="007A19DB"/>
    <w:rsid w:val="007A792B"/>
    <w:rsid w:val="007A797A"/>
    <w:rsid w:val="007B05F9"/>
    <w:rsid w:val="007C3007"/>
    <w:rsid w:val="007C4238"/>
    <w:rsid w:val="007D12C4"/>
    <w:rsid w:val="007D7CBE"/>
    <w:rsid w:val="007E5BF0"/>
    <w:rsid w:val="007E5DC9"/>
    <w:rsid w:val="007F01B1"/>
    <w:rsid w:val="007F2D8C"/>
    <w:rsid w:val="007F635F"/>
    <w:rsid w:val="007F64AB"/>
    <w:rsid w:val="00802A4D"/>
    <w:rsid w:val="00806796"/>
    <w:rsid w:val="00810102"/>
    <w:rsid w:val="00813794"/>
    <w:rsid w:val="00817559"/>
    <w:rsid w:val="00823C12"/>
    <w:rsid w:val="008319B9"/>
    <w:rsid w:val="008361A9"/>
    <w:rsid w:val="008368F1"/>
    <w:rsid w:val="00852528"/>
    <w:rsid w:val="00854C74"/>
    <w:rsid w:val="008569A7"/>
    <w:rsid w:val="008604BC"/>
    <w:rsid w:val="00863C26"/>
    <w:rsid w:val="00864CC3"/>
    <w:rsid w:val="00865B31"/>
    <w:rsid w:val="0087260A"/>
    <w:rsid w:val="00873907"/>
    <w:rsid w:val="00874958"/>
    <w:rsid w:val="00875434"/>
    <w:rsid w:val="008800D8"/>
    <w:rsid w:val="00884D47"/>
    <w:rsid w:val="00892ECB"/>
    <w:rsid w:val="008A025A"/>
    <w:rsid w:val="008A2D36"/>
    <w:rsid w:val="008A50C0"/>
    <w:rsid w:val="008A5995"/>
    <w:rsid w:val="008A5F14"/>
    <w:rsid w:val="008B134E"/>
    <w:rsid w:val="008B661A"/>
    <w:rsid w:val="008C018E"/>
    <w:rsid w:val="008C084F"/>
    <w:rsid w:val="008C3682"/>
    <w:rsid w:val="008D5B38"/>
    <w:rsid w:val="008D5E80"/>
    <w:rsid w:val="008E584B"/>
    <w:rsid w:val="008E5BEC"/>
    <w:rsid w:val="008F4379"/>
    <w:rsid w:val="008F46E9"/>
    <w:rsid w:val="00902DED"/>
    <w:rsid w:val="00906DC9"/>
    <w:rsid w:val="00914DA5"/>
    <w:rsid w:val="0092401F"/>
    <w:rsid w:val="00931B3E"/>
    <w:rsid w:val="009359A3"/>
    <w:rsid w:val="00937D74"/>
    <w:rsid w:val="00943291"/>
    <w:rsid w:val="00946E42"/>
    <w:rsid w:val="00950387"/>
    <w:rsid w:val="009503B7"/>
    <w:rsid w:val="00952275"/>
    <w:rsid w:val="00952AED"/>
    <w:rsid w:val="00955FB5"/>
    <w:rsid w:val="00960DD2"/>
    <w:rsid w:val="0096192F"/>
    <w:rsid w:val="009641D7"/>
    <w:rsid w:val="00965D6B"/>
    <w:rsid w:val="009705EB"/>
    <w:rsid w:val="009762F9"/>
    <w:rsid w:val="009853BD"/>
    <w:rsid w:val="0098910A"/>
    <w:rsid w:val="00990653"/>
    <w:rsid w:val="009924B1"/>
    <w:rsid w:val="009A2A45"/>
    <w:rsid w:val="009A6BDB"/>
    <w:rsid w:val="009B1650"/>
    <w:rsid w:val="009C0576"/>
    <w:rsid w:val="009C09BD"/>
    <w:rsid w:val="009C23CA"/>
    <w:rsid w:val="009C47CB"/>
    <w:rsid w:val="009C756A"/>
    <w:rsid w:val="009D0E4F"/>
    <w:rsid w:val="009D42A5"/>
    <w:rsid w:val="009E05FE"/>
    <w:rsid w:val="009E3418"/>
    <w:rsid w:val="009E4E18"/>
    <w:rsid w:val="009E5D64"/>
    <w:rsid w:val="00A10FC0"/>
    <w:rsid w:val="00A27FCE"/>
    <w:rsid w:val="00A41836"/>
    <w:rsid w:val="00A41B5E"/>
    <w:rsid w:val="00A43733"/>
    <w:rsid w:val="00A47687"/>
    <w:rsid w:val="00A51141"/>
    <w:rsid w:val="00A539B5"/>
    <w:rsid w:val="00A55BD1"/>
    <w:rsid w:val="00A5759B"/>
    <w:rsid w:val="00A65AC2"/>
    <w:rsid w:val="00A8119D"/>
    <w:rsid w:val="00A8460B"/>
    <w:rsid w:val="00A866E1"/>
    <w:rsid w:val="00A871AF"/>
    <w:rsid w:val="00A91BB9"/>
    <w:rsid w:val="00A934E9"/>
    <w:rsid w:val="00AA2F0D"/>
    <w:rsid w:val="00AA606E"/>
    <w:rsid w:val="00AA697F"/>
    <w:rsid w:val="00AD382D"/>
    <w:rsid w:val="00AD3D36"/>
    <w:rsid w:val="00AE6B13"/>
    <w:rsid w:val="00AE6F90"/>
    <w:rsid w:val="00AE7DE8"/>
    <w:rsid w:val="00AF26D8"/>
    <w:rsid w:val="00B018D0"/>
    <w:rsid w:val="00B03667"/>
    <w:rsid w:val="00B1038F"/>
    <w:rsid w:val="00B10967"/>
    <w:rsid w:val="00B12B1F"/>
    <w:rsid w:val="00B20505"/>
    <w:rsid w:val="00B23615"/>
    <w:rsid w:val="00B249A6"/>
    <w:rsid w:val="00B31774"/>
    <w:rsid w:val="00B330C8"/>
    <w:rsid w:val="00B3493B"/>
    <w:rsid w:val="00B35D42"/>
    <w:rsid w:val="00B44108"/>
    <w:rsid w:val="00B454F4"/>
    <w:rsid w:val="00B4620F"/>
    <w:rsid w:val="00B55CE9"/>
    <w:rsid w:val="00B64990"/>
    <w:rsid w:val="00B65455"/>
    <w:rsid w:val="00B658B7"/>
    <w:rsid w:val="00B74569"/>
    <w:rsid w:val="00B90DF9"/>
    <w:rsid w:val="00B910E8"/>
    <w:rsid w:val="00B924B1"/>
    <w:rsid w:val="00BB248E"/>
    <w:rsid w:val="00BB5F26"/>
    <w:rsid w:val="00BD45FE"/>
    <w:rsid w:val="00BD526A"/>
    <w:rsid w:val="00BE3C3A"/>
    <w:rsid w:val="00BE3C89"/>
    <w:rsid w:val="00BF1329"/>
    <w:rsid w:val="00BF323C"/>
    <w:rsid w:val="00C0128D"/>
    <w:rsid w:val="00C038FE"/>
    <w:rsid w:val="00C04021"/>
    <w:rsid w:val="00C10878"/>
    <w:rsid w:val="00C10E4B"/>
    <w:rsid w:val="00C1263E"/>
    <w:rsid w:val="00C15929"/>
    <w:rsid w:val="00C207EA"/>
    <w:rsid w:val="00C21672"/>
    <w:rsid w:val="00C236BC"/>
    <w:rsid w:val="00C25E3A"/>
    <w:rsid w:val="00C342C0"/>
    <w:rsid w:val="00C409F6"/>
    <w:rsid w:val="00C449BA"/>
    <w:rsid w:val="00C56616"/>
    <w:rsid w:val="00C62FFF"/>
    <w:rsid w:val="00C6357B"/>
    <w:rsid w:val="00C6393F"/>
    <w:rsid w:val="00C70752"/>
    <w:rsid w:val="00C71D7D"/>
    <w:rsid w:val="00C728E1"/>
    <w:rsid w:val="00C72F5F"/>
    <w:rsid w:val="00C805F3"/>
    <w:rsid w:val="00C80BE0"/>
    <w:rsid w:val="00C875C3"/>
    <w:rsid w:val="00C91209"/>
    <w:rsid w:val="00C931BB"/>
    <w:rsid w:val="00C94B6E"/>
    <w:rsid w:val="00C95FEC"/>
    <w:rsid w:val="00CB06CA"/>
    <w:rsid w:val="00CB343F"/>
    <w:rsid w:val="00CD1660"/>
    <w:rsid w:val="00CD18A3"/>
    <w:rsid w:val="00CD42F1"/>
    <w:rsid w:val="00CD505A"/>
    <w:rsid w:val="00CD6CFA"/>
    <w:rsid w:val="00CD6EAD"/>
    <w:rsid w:val="00CE4329"/>
    <w:rsid w:val="00CE67F7"/>
    <w:rsid w:val="00CF415E"/>
    <w:rsid w:val="00CF478E"/>
    <w:rsid w:val="00D06095"/>
    <w:rsid w:val="00D100ED"/>
    <w:rsid w:val="00D2209D"/>
    <w:rsid w:val="00D24EEF"/>
    <w:rsid w:val="00D267DD"/>
    <w:rsid w:val="00D27C5E"/>
    <w:rsid w:val="00D3041C"/>
    <w:rsid w:val="00D37FAC"/>
    <w:rsid w:val="00D454DF"/>
    <w:rsid w:val="00D52C5A"/>
    <w:rsid w:val="00D5459F"/>
    <w:rsid w:val="00D54D74"/>
    <w:rsid w:val="00D550BD"/>
    <w:rsid w:val="00D612CA"/>
    <w:rsid w:val="00D615AD"/>
    <w:rsid w:val="00D6216C"/>
    <w:rsid w:val="00D64EE7"/>
    <w:rsid w:val="00D67330"/>
    <w:rsid w:val="00D7155B"/>
    <w:rsid w:val="00D71714"/>
    <w:rsid w:val="00D737D6"/>
    <w:rsid w:val="00D73EF4"/>
    <w:rsid w:val="00D7479C"/>
    <w:rsid w:val="00D80BA6"/>
    <w:rsid w:val="00D81AF8"/>
    <w:rsid w:val="00D8617E"/>
    <w:rsid w:val="00D8726C"/>
    <w:rsid w:val="00D93AC4"/>
    <w:rsid w:val="00D9627A"/>
    <w:rsid w:val="00D97FB3"/>
    <w:rsid w:val="00DA00A7"/>
    <w:rsid w:val="00DA59CE"/>
    <w:rsid w:val="00DA77BD"/>
    <w:rsid w:val="00DB7CFA"/>
    <w:rsid w:val="00DB7F30"/>
    <w:rsid w:val="00DC1A15"/>
    <w:rsid w:val="00DC7B83"/>
    <w:rsid w:val="00DD4AC8"/>
    <w:rsid w:val="00DD6695"/>
    <w:rsid w:val="00DE3E12"/>
    <w:rsid w:val="00DE44B4"/>
    <w:rsid w:val="00DE591D"/>
    <w:rsid w:val="00DF5147"/>
    <w:rsid w:val="00DF6BD3"/>
    <w:rsid w:val="00E025FA"/>
    <w:rsid w:val="00E033CB"/>
    <w:rsid w:val="00E05D36"/>
    <w:rsid w:val="00E0723D"/>
    <w:rsid w:val="00E076A3"/>
    <w:rsid w:val="00E115BF"/>
    <w:rsid w:val="00E12485"/>
    <w:rsid w:val="00E15BD3"/>
    <w:rsid w:val="00E15DE1"/>
    <w:rsid w:val="00E16BC8"/>
    <w:rsid w:val="00E22CC4"/>
    <w:rsid w:val="00E27C55"/>
    <w:rsid w:val="00E4216F"/>
    <w:rsid w:val="00E4461C"/>
    <w:rsid w:val="00E44840"/>
    <w:rsid w:val="00E56E1A"/>
    <w:rsid w:val="00E65DCE"/>
    <w:rsid w:val="00E669E8"/>
    <w:rsid w:val="00E7393F"/>
    <w:rsid w:val="00E802CF"/>
    <w:rsid w:val="00E8298B"/>
    <w:rsid w:val="00E85C72"/>
    <w:rsid w:val="00E924EE"/>
    <w:rsid w:val="00E964D2"/>
    <w:rsid w:val="00EA09C9"/>
    <w:rsid w:val="00EA0FA3"/>
    <w:rsid w:val="00EA16D2"/>
    <w:rsid w:val="00EA2EA0"/>
    <w:rsid w:val="00EA51B3"/>
    <w:rsid w:val="00EA674D"/>
    <w:rsid w:val="00EB0C48"/>
    <w:rsid w:val="00EB21EA"/>
    <w:rsid w:val="00EB55C9"/>
    <w:rsid w:val="00EC5485"/>
    <w:rsid w:val="00EC5AF1"/>
    <w:rsid w:val="00EC5C28"/>
    <w:rsid w:val="00ED1061"/>
    <w:rsid w:val="00ED5E87"/>
    <w:rsid w:val="00ED783F"/>
    <w:rsid w:val="00EE19AE"/>
    <w:rsid w:val="00EE1EE9"/>
    <w:rsid w:val="00EE229A"/>
    <w:rsid w:val="00EE3B4A"/>
    <w:rsid w:val="00EE3C95"/>
    <w:rsid w:val="00EE6CCE"/>
    <w:rsid w:val="00EF3C89"/>
    <w:rsid w:val="00EF553B"/>
    <w:rsid w:val="00EF5844"/>
    <w:rsid w:val="00EF60FC"/>
    <w:rsid w:val="00EF6E72"/>
    <w:rsid w:val="00F03437"/>
    <w:rsid w:val="00F108D0"/>
    <w:rsid w:val="00F16C89"/>
    <w:rsid w:val="00F17A4B"/>
    <w:rsid w:val="00F2537A"/>
    <w:rsid w:val="00F27600"/>
    <w:rsid w:val="00F4489A"/>
    <w:rsid w:val="00F52587"/>
    <w:rsid w:val="00F6155E"/>
    <w:rsid w:val="00F651E9"/>
    <w:rsid w:val="00F70D7E"/>
    <w:rsid w:val="00F715EC"/>
    <w:rsid w:val="00F80098"/>
    <w:rsid w:val="00F863F2"/>
    <w:rsid w:val="00F873EE"/>
    <w:rsid w:val="00F91281"/>
    <w:rsid w:val="00FA517F"/>
    <w:rsid w:val="00FB2353"/>
    <w:rsid w:val="00FB6944"/>
    <w:rsid w:val="00FC0069"/>
    <w:rsid w:val="00FC26DB"/>
    <w:rsid w:val="00FC3AFC"/>
    <w:rsid w:val="00FD0669"/>
    <w:rsid w:val="00FD27ED"/>
    <w:rsid w:val="00FD4ACF"/>
    <w:rsid w:val="00FD62F6"/>
    <w:rsid w:val="00FE0989"/>
    <w:rsid w:val="00FE0CFC"/>
    <w:rsid w:val="011C9DD6"/>
    <w:rsid w:val="06C48E04"/>
    <w:rsid w:val="073D37D4"/>
    <w:rsid w:val="075A8BBA"/>
    <w:rsid w:val="08605E65"/>
    <w:rsid w:val="09E05148"/>
    <w:rsid w:val="0AA30D44"/>
    <w:rsid w:val="0C176A34"/>
    <w:rsid w:val="0C809FB4"/>
    <w:rsid w:val="0CCBD9C7"/>
    <w:rsid w:val="0CFDF78F"/>
    <w:rsid w:val="0EB4A68C"/>
    <w:rsid w:val="10003974"/>
    <w:rsid w:val="14253722"/>
    <w:rsid w:val="147EF1CB"/>
    <w:rsid w:val="1544FCF8"/>
    <w:rsid w:val="1813A087"/>
    <w:rsid w:val="191632D8"/>
    <w:rsid w:val="19511CC5"/>
    <w:rsid w:val="1B5DD9E5"/>
    <w:rsid w:val="1BE0BBF3"/>
    <w:rsid w:val="1E1C3123"/>
    <w:rsid w:val="1E7A36EB"/>
    <w:rsid w:val="205196A2"/>
    <w:rsid w:val="21306C88"/>
    <w:rsid w:val="22859A60"/>
    <w:rsid w:val="22A75158"/>
    <w:rsid w:val="238DCAEB"/>
    <w:rsid w:val="24009077"/>
    <w:rsid w:val="24FF9227"/>
    <w:rsid w:val="2803B43A"/>
    <w:rsid w:val="2A315136"/>
    <w:rsid w:val="2BB13AE4"/>
    <w:rsid w:val="2C318D00"/>
    <w:rsid w:val="2CA4FCDC"/>
    <w:rsid w:val="2E0C1455"/>
    <w:rsid w:val="2E13D698"/>
    <w:rsid w:val="2F82488B"/>
    <w:rsid w:val="31EB2CB9"/>
    <w:rsid w:val="34024E47"/>
    <w:rsid w:val="37134730"/>
    <w:rsid w:val="38C12DEE"/>
    <w:rsid w:val="3AEDCACF"/>
    <w:rsid w:val="3C19091F"/>
    <w:rsid w:val="408D565B"/>
    <w:rsid w:val="40A402C4"/>
    <w:rsid w:val="415E130A"/>
    <w:rsid w:val="41782C3F"/>
    <w:rsid w:val="418648B2"/>
    <w:rsid w:val="43C3D00A"/>
    <w:rsid w:val="4569D6AE"/>
    <w:rsid w:val="45A29F1C"/>
    <w:rsid w:val="47C05E31"/>
    <w:rsid w:val="48A2BA88"/>
    <w:rsid w:val="48BB7D43"/>
    <w:rsid w:val="494EF5DB"/>
    <w:rsid w:val="4A591882"/>
    <w:rsid w:val="4B8A23B4"/>
    <w:rsid w:val="4D3530CB"/>
    <w:rsid w:val="4D5189F3"/>
    <w:rsid w:val="4E26F495"/>
    <w:rsid w:val="4FF7AA5B"/>
    <w:rsid w:val="51894EBE"/>
    <w:rsid w:val="51937ABC"/>
    <w:rsid w:val="51E72764"/>
    <w:rsid w:val="53211036"/>
    <w:rsid w:val="54D3142E"/>
    <w:rsid w:val="559F9A89"/>
    <w:rsid w:val="56626C20"/>
    <w:rsid w:val="58FE4926"/>
    <w:rsid w:val="5A55135A"/>
    <w:rsid w:val="5AF49843"/>
    <w:rsid w:val="5C0EDC0D"/>
    <w:rsid w:val="5CE9C93A"/>
    <w:rsid w:val="62443B56"/>
    <w:rsid w:val="651DD5D5"/>
    <w:rsid w:val="67DCBF28"/>
    <w:rsid w:val="6907CFA3"/>
    <w:rsid w:val="6CD55B8A"/>
    <w:rsid w:val="6CFF9A6D"/>
    <w:rsid w:val="6E2D9495"/>
    <w:rsid w:val="6E4FAACD"/>
    <w:rsid w:val="6EEA33E5"/>
    <w:rsid w:val="6F0D7A0B"/>
    <w:rsid w:val="6F13E06C"/>
    <w:rsid w:val="6F4FF2B8"/>
    <w:rsid w:val="70373B2F"/>
    <w:rsid w:val="70449864"/>
    <w:rsid w:val="724B812E"/>
    <w:rsid w:val="72D8A512"/>
    <w:rsid w:val="72EF3204"/>
    <w:rsid w:val="74A0C991"/>
    <w:rsid w:val="74C9423E"/>
    <w:rsid w:val="778B63A6"/>
    <w:rsid w:val="78F6A6E1"/>
    <w:rsid w:val="7A83AB78"/>
    <w:rsid w:val="7C8A8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D731FA"/>
  <w15:docId w15:val="{7C3B9978-3326-4279-B795-FD37A3664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3E12"/>
    <w:pPr>
      <w:spacing w:before="120" w:after="120" w:line="259" w:lineRule="auto"/>
    </w:pPr>
    <w:rPr>
      <w:rFonts w:ascii="Arial" w:hAnsi="Arial" w:cs="Arial"/>
      <w:lang w:val="pl-PL"/>
    </w:rPr>
  </w:style>
  <w:style w:type="paragraph" w:styleId="Nagwek1">
    <w:name w:val="heading 1"/>
    <w:basedOn w:val="Akapitzlist"/>
    <w:next w:val="Normalny"/>
    <w:link w:val="Nagwek1Znak"/>
    <w:uiPriority w:val="9"/>
    <w:qFormat/>
    <w:pPr>
      <w:numPr>
        <w:numId w:val="16"/>
      </w:numPr>
      <w:spacing w:line="240" w:lineRule="auto"/>
      <w:ind w:left="1060" w:hanging="1060"/>
      <w:outlineLvl w:val="0"/>
    </w:pPr>
    <w:rPr>
      <w:b/>
      <w:caps/>
      <w:sz w:val="24"/>
      <w:szCs w:val="24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pPr>
      <w:numPr>
        <w:ilvl w:val="1"/>
        <w:numId w:val="16"/>
      </w:numPr>
      <w:ind w:left="1060" w:hanging="1060"/>
      <w:contextualSpacing w:val="0"/>
      <w:outlineLvl w:val="1"/>
    </w:pPr>
  </w:style>
  <w:style w:type="paragraph" w:styleId="Nagwek3">
    <w:name w:val="heading 3"/>
    <w:basedOn w:val="Akapitzlist"/>
    <w:next w:val="Normalny"/>
    <w:link w:val="Nagwek3Znak"/>
    <w:uiPriority w:val="9"/>
    <w:unhideWhenUsed/>
    <w:qFormat/>
    <w:rsid w:val="008C018E"/>
    <w:pPr>
      <w:numPr>
        <w:ilvl w:val="2"/>
        <w:numId w:val="16"/>
      </w:numPr>
      <w:ind w:left="1060" w:hanging="1060"/>
      <w:contextualSpacing w:val="0"/>
      <w:outlineLvl w:val="2"/>
    </w:pPr>
  </w:style>
  <w:style w:type="paragraph" w:styleId="Nagwek4">
    <w:name w:val="heading 4"/>
    <w:basedOn w:val="Akapitzlist"/>
    <w:next w:val="Normalny"/>
    <w:link w:val="Nagwek4Znak"/>
    <w:uiPriority w:val="9"/>
    <w:unhideWhenUsed/>
    <w:qFormat/>
    <w:rsid w:val="008B661A"/>
    <w:pPr>
      <w:numPr>
        <w:ilvl w:val="3"/>
        <w:numId w:val="16"/>
      </w:numPr>
      <w:ind w:left="1173" w:hanging="1060"/>
      <w:contextualSpacing w:val="0"/>
      <w:outlineLvl w:val="3"/>
    </w:pPr>
  </w:style>
  <w:style w:type="paragraph" w:styleId="Nagwek5">
    <w:name w:val="heading 5"/>
    <w:basedOn w:val="Normalny"/>
    <w:next w:val="Normalny"/>
    <w:link w:val="Nagwek5Znak"/>
    <w:uiPriority w:val="9"/>
    <w:unhideWhenUsed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pPr>
      <w:keepNext/>
      <w:keepLines/>
      <w:spacing w:before="320" w:after="200"/>
      <w:outlineLvl w:val="5"/>
    </w:pPr>
    <w:rPr>
      <w:rFonts w:eastAsia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pPr>
      <w:keepNext/>
      <w:keepLines/>
      <w:spacing w:before="320" w:after="200"/>
      <w:outlineLvl w:val="6"/>
    </w:pPr>
    <w:rPr>
      <w:rFonts w:eastAsia="Arial"/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pPr>
      <w:keepNext/>
      <w:keepLines/>
      <w:spacing w:before="320" w:after="200"/>
      <w:outlineLvl w:val="7"/>
    </w:pPr>
    <w:rPr>
      <w:rFonts w:eastAsia="Arial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jasna">
    <w:name w:val="Grid Table Light"/>
    <w:basedOn w:val="Standardowy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siatki1jasnaakcent1">
    <w:name w:val="Grid Table 1 Light Accent 1"/>
    <w:basedOn w:val="Standardowy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styleId="Tabelasiatki1jasnaakcent3">
    <w:name w:val="Grid Table 1 Light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styleId="Tabelasiatki1jasnaakcent4">
    <w:name w:val="Grid Table 1 Light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styleId="Tabelasiatki1jasnaakcent5">
    <w:name w:val="Grid Table 1 Light Accent 5"/>
    <w:basedOn w:val="Standardowy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styleId="Tabelasiatki1jasnaakcent6">
    <w:name w:val="Grid Table 1 Light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akcent1">
    <w:name w:val="Grid Table 2 Accent 1"/>
    <w:basedOn w:val="Standardowy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styleId="Tabelasiatki2akcent2">
    <w:name w:val="Grid Table 2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styleId="Tabelasiatki2akcent3">
    <w:name w:val="Grid Table 2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styleId="Tabelasiatki2akcent4">
    <w:name w:val="Grid Table 2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styleId="Tabelasiatki2akcent5">
    <w:name w:val="Grid Table 2 Accent 5"/>
    <w:basedOn w:val="Standardowy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styleId="Tabelasiatki2akcent6">
    <w:name w:val="Grid Table 2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akcent1">
    <w:name w:val="Grid Table 3 Accent 1"/>
    <w:basedOn w:val="Standardowy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styleId="Tabelasiatki3akcent2">
    <w:name w:val="Grid Table 3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styleId="Tabelasiatki3akcent3">
    <w:name w:val="Grid Table 3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styleId="Tabelasiatki3akcent4">
    <w:name w:val="Grid Table 3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styleId="Tabelasiatki3akcent5">
    <w:name w:val="Grid Table 3 Accent 5"/>
    <w:basedOn w:val="Standardowy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styleId="Tabelasiatki3akcent6">
    <w:name w:val="Grid Table 3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akcent1">
    <w:name w:val="Grid Table 4 Accent 1"/>
    <w:basedOn w:val="Standardowy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styleId="Tabelasiatki4akcent2">
    <w:name w:val="Grid Table 4 Accent 2"/>
    <w:basedOn w:val="Standardowy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styleId="Tabelasiatki4akcent3">
    <w:name w:val="Grid Table 4 Accent 3"/>
    <w:basedOn w:val="Standardowy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styleId="Tabelasiatki4akcent4">
    <w:name w:val="Grid Table 4 Accent 4"/>
    <w:basedOn w:val="Standardowy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styleId="Tabelasiatki4akcent5">
    <w:name w:val="Grid Table 4 Accent 5"/>
    <w:basedOn w:val="Standardowy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styleId="Tabelasiatki4akcent6">
    <w:name w:val="Grid Table 4 Accent 6"/>
    <w:basedOn w:val="Standardowy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akcent2">
    <w:name w:val="Grid Table 5 Dark Accent 2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styleId="Tabelasiatki5ciemnaakcent3">
    <w:name w:val="Grid Table 5 Dark Accent 3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styleId="Tabelasiatki5ciemnaakcent5">
    <w:name w:val="Grid Table 5 Dark Accent 5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styleId="Tabelasiatki5ciemnaakcent6">
    <w:name w:val="Grid Table 5 Dark Accent 6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listy1jasnaakcent1">
    <w:name w:val="List Table 1 Light Accent 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styleId="Tabelalisty1jasnaakcent2">
    <w:name w:val="List Table 1 Light Accent 2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styleId="Tabelalisty1jasnaakcent3">
    <w:name w:val="List Table 1 Light Accent 3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styleId="Tabelalisty1jasnaakcent4">
    <w:name w:val="List Table 1 Light Accent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styleId="Tabelalisty1jasnaakcent5">
    <w:name w:val="List Table 1 Light Accent 5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styleId="Tabelalisty1jasnaakcent6">
    <w:name w:val="List Table 1 Light Accent 6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akcent1">
    <w:name w:val="List Table 2 Accent 1"/>
    <w:basedOn w:val="Standardowy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styleId="Tabelalisty2akcent2">
    <w:name w:val="List Table 2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styleId="Tabelalisty2akcent3">
    <w:name w:val="List Table 2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styleId="Tabelalisty2akcent4">
    <w:name w:val="List Table 2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styleId="Tabelalisty2akcent5">
    <w:name w:val="List Table 2 Accent 5"/>
    <w:basedOn w:val="Standardowy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styleId="Tabelalisty2akcent6">
    <w:name w:val="List Table 2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akcent1">
    <w:name w:val="List Table 3 Accent 1"/>
    <w:basedOn w:val="Standardowy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styleId="Tabelalisty3akcent2">
    <w:name w:val="List Table 3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styleId="Tabelalisty3akcent3">
    <w:name w:val="List Table 3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styleId="Tabelalisty3akcent4">
    <w:name w:val="List Table 3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styleId="Tabelalisty3akcent5">
    <w:name w:val="List Table 3 Accent 5"/>
    <w:basedOn w:val="Standardowy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styleId="Tabelalisty3akcent6">
    <w:name w:val="List Table 3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akcent1">
    <w:name w:val="List Table 4 Accent 1"/>
    <w:basedOn w:val="Standardowy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styleId="Tabelalisty4akcent2">
    <w:name w:val="List Table 4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styleId="Tabelalisty4akcent3">
    <w:name w:val="List Table 4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styleId="Tabelalisty4akcent4">
    <w:name w:val="List Table 4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styleId="Tabelalisty4akcent5">
    <w:name w:val="List Table 4 Accent 5"/>
    <w:basedOn w:val="Standardowy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styleId="Tabelalisty4akcent6">
    <w:name w:val="List Table 4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akcent1">
    <w:name w:val="List Table 5 Dark Accent 1"/>
    <w:basedOn w:val="Standardowy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styleId="Tabelalisty5ciemnaakcent2">
    <w:name w:val="List Table 5 Dark Accent 2"/>
    <w:basedOn w:val="Standardowy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styleId="Tabelalisty5ciemnaakcent3">
    <w:name w:val="List Table 5 Dark Accent 3"/>
    <w:basedOn w:val="Standardowy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styleId="Tabelalisty5ciemnaakcent4">
    <w:name w:val="List Table 5 Dark Accent 4"/>
    <w:basedOn w:val="Standardowy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styleId="Tabelalisty5ciemnaakcent5">
    <w:name w:val="List Table 5 Dark Accent 5"/>
    <w:basedOn w:val="Standardowy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styleId="Tabelalisty5ciemnaakcent6">
    <w:name w:val="List Table 5 Dark Accent 6"/>
    <w:basedOn w:val="Standardowy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TableGridLight1">
    <w:name w:val="Table Grid Light1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1">
    <w:name w:val="Grid Table 1 Light - Accent 11"/>
    <w:basedOn w:val="Standardowy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31">
    <w:name w:val="Grid Table 1 Light - Accent 31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">
    <w:name w:val="Grid Table 1 Light - Accent 41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1">
    <w:name w:val="Grid Table 1 Light - Accent 51"/>
    <w:basedOn w:val="Standardowy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1">
    <w:name w:val="Grid Table 1 Light - Accent 61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-Accent11">
    <w:name w:val="Grid Table 2 - Accent 11"/>
    <w:basedOn w:val="Standardowy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1">
    <w:name w:val="Grid Table 2 - Accent 21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1">
    <w:name w:val="Grid Table 2 - Accent 31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1">
    <w:name w:val="Grid Table 2 - Accent 41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1">
    <w:name w:val="Grid Table 2 - Accent 51"/>
    <w:basedOn w:val="Standardowy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1">
    <w:name w:val="Grid Table 2 - Accent 61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-Accent11">
    <w:name w:val="Grid Table 3 - Accent 11"/>
    <w:basedOn w:val="Standardowy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1">
    <w:name w:val="Grid Table 3 - Accent 21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1">
    <w:name w:val="Grid Table 3 - Accent 31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1">
    <w:name w:val="Grid Table 3 - Accent 41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1">
    <w:name w:val="Grid Table 3 - Accent 51"/>
    <w:basedOn w:val="Standardowy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1">
    <w:name w:val="Grid Table 3 - Accent 61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-Accent11">
    <w:name w:val="Grid Table 4 - Accent 11"/>
    <w:basedOn w:val="Standardowy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1">
    <w:name w:val="Grid Table 4 - Accent 21"/>
    <w:basedOn w:val="Standardowy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1">
    <w:name w:val="Grid Table 4 - Accent 31"/>
    <w:basedOn w:val="Standardowy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1">
    <w:name w:val="Grid Table 4 - Accent 41"/>
    <w:basedOn w:val="Standardowy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1">
    <w:name w:val="Grid Table 4 - Accent 51"/>
    <w:basedOn w:val="Standardowy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1">
    <w:name w:val="Grid Table 4 - Accent 61"/>
    <w:basedOn w:val="Standardowy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-Accent21">
    <w:name w:val="Grid Table 5 Dark - Accent 2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1">
    <w:name w:val="Grid Table 5 Dark - Accent 3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51">
    <w:name w:val="Grid Table 5 Dark - Accent 5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1">
    <w:name w:val="Grid Table 5 Dark - Accent 6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ListTable1Light-Accent11">
    <w:name w:val="List Table 1 Light - Accent 1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1">
    <w:name w:val="List Table 1 Light - Accent 2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1">
    <w:name w:val="List Table 1 Light - Accent 3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1">
    <w:name w:val="List Table 1 Light - Accent 4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1">
    <w:name w:val="List Table 1 Light - Accent 5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1">
    <w:name w:val="List Table 1 Light - Accent 6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-Accent11">
    <w:name w:val="List Table 2 - Accent 11"/>
    <w:basedOn w:val="Standardowy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1">
    <w:name w:val="List Table 2 - Accent 21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1">
    <w:name w:val="List Table 2 - Accent 31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1">
    <w:name w:val="List Table 2 - Accent 41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1">
    <w:name w:val="List Table 2 - Accent 51"/>
    <w:basedOn w:val="Standardowy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1">
    <w:name w:val="List Table 2 - Accent 61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-Accent11">
    <w:name w:val="List Table 3 - Accent 11"/>
    <w:basedOn w:val="Standardowy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1">
    <w:name w:val="List Table 3 - Accent 21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">
    <w:name w:val="List Table 3 - Accent 31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">
    <w:name w:val="List Table 3 - Accent 41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">
    <w:name w:val="List Table 3 - Accent 51"/>
    <w:basedOn w:val="Standardowy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1">
    <w:name w:val="List Table 3 - Accent 61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-Accent11">
    <w:name w:val="List Table 4 - Accent 11"/>
    <w:basedOn w:val="Standardowy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1">
    <w:name w:val="List Table 4 - Accent 21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1">
    <w:name w:val="List Table 4 - Accent 31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1">
    <w:name w:val="List Table 4 - Accent 41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1">
    <w:name w:val="List Table 4 - Accent 51"/>
    <w:basedOn w:val="Standardowy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1">
    <w:name w:val="List Table 4 - Accent 61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-Accent11">
    <w:name w:val="List Table 5 Dark - Accent 11"/>
    <w:basedOn w:val="Standardowy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1">
    <w:name w:val="List Table 5 Dark - Accent 21"/>
    <w:basedOn w:val="Standardowy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1">
    <w:name w:val="List Table 5 Dark - Accent 31"/>
    <w:basedOn w:val="Standardowy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1">
    <w:name w:val="List Table 5 Dark - Accent 41"/>
    <w:basedOn w:val="Standardowy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1">
    <w:name w:val="List Table 5 Dark - Accent 51"/>
    <w:basedOn w:val="Standardowy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1">
    <w:name w:val="List Table 5 Dark - Accent 61"/>
    <w:basedOn w:val="Standardowy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Domylnaczcionkaakapitu"/>
    <w:uiPriority w:val="10"/>
    <w:rPr>
      <w:sz w:val="48"/>
      <w:szCs w:val="48"/>
    </w:rPr>
  </w:style>
  <w:style w:type="character" w:customStyle="1" w:styleId="SubtitleChar">
    <w:name w:val="Subtitle Char"/>
    <w:basedOn w:val="Domylnaczcionkaakapitu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hAnsi="Arial" w:cs="Arial"/>
      <w:b/>
      <w:caps/>
      <w:sz w:val="24"/>
      <w:szCs w:val="24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hAnsi="Arial" w:cs="Arial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C018E"/>
    <w:rPr>
      <w:rFonts w:ascii="Arial" w:hAnsi="Arial" w:cs="Arial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B661A"/>
    <w:rPr>
      <w:rFonts w:ascii="Arial" w:hAnsi="Arial" w:cs="Arial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Bezodstpw">
    <w:name w:val="No Spacing"/>
    <w:uiPriority w:val="1"/>
  </w:style>
  <w:style w:type="paragraph" w:styleId="Tytu">
    <w:name w:val="Title"/>
    <w:basedOn w:val="Normalny"/>
    <w:next w:val="Normalny"/>
    <w:link w:val="TytuZnak"/>
    <w:uiPriority w:val="10"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pPr>
      <w:spacing w:before="200" w:after="200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character" w:customStyle="1" w:styleId="CaptionChar">
    <w:name w:val="Caption Char"/>
    <w:uiPriority w:val="99"/>
  </w:style>
  <w:style w:type="table" w:customStyle="1" w:styleId="TableGridLight10">
    <w:name w:val="Table Grid Light10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-Accent110">
    <w:name w:val="Grid Table 1 Light - Accent 110"/>
    <w:basedOn w:val="Standardowy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1">
    <w:name w:val="Grid Table 1 Light - Accent 21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10">
    <w:name w:val="Grid Table 1 Light - Accent 310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10">
    <w:name w:val="Grid Table 1 Light - Accent 410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10">
    <w:name w:val="Grid Table 1 Light - Accent 510"/>
    <w:basedOn w:val="Standardowy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10">
    <w:name w:val="Grid Table 1 Light - Accent 610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0">
    <w:name w:val="Grid Table 2 - Accent 110"/>
    <w:basedOn w:val="Standardowy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10">
    <w:name w:val="Grid Table 2 - Accent 210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10">
    <w:name w:val="Grid Table 2 - Accent 310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10">
    <w:name w:val="Grid Table 2 - Accent 410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10">
    <w:name w:val="Grid Table 2 - Accent 510"/>
    <w:basedOn w:val="Standardowy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10">
    <w:name w:val="Grid Table 2 - Accent 610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0">
    <w:name w:val="Grid Table 3 - Accent 110"/>
    <w:basedOn w:val="Standardowy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10">
    <w:name w:val="Grid Table 3 - Accent 210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10">
    <w:name w:val="Grid Table 3 - Accent 310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10">
    <w:name w:val="Grid Table 3 - Accent 410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10">
    <w:name w:val="Grid Table 3 - Accent 510"/>
    <w:basedOn w:val="Standardowy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10">
    <w:name w:val="Grid Table 3 - Accent 610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0">
    <w:name w:val="Grid Table 4 - Accent 110"/>
    <w:basedOn w:val="Standardowy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10">
    <w:name w:val="Grid Table 4 - Accent 210"/>
    <w:basedOn w:val="Standardowy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10">
    <w:name w:val="Grid Table 4 - Accent 310"/>
    <w:basedOn w:val="Standardowy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10">
    <w:name w:val="Grid Table 4 - Accent 410"/>
    <w:basedOn w:val="Standardowy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10">
    <w:name w:val="Grid Table 4 - Accent 510"/>
    <w:basedOn w:val="Standardowy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10">
    <w:name w:val="Grid Table 4 - Accent 610"/>
    <w:basedOn w:val="Standardowy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Tabelasiatki5ciemnaakcent11">
    <w:name w:val="Tabela siatki 5 — ciemna — akcent 1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10">
    <w:name w:val="Grid Table 5 Dark - Accent 210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10">
    <w:name w:val="Grid Table 5 Dark - Accent 310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Tabelasiatki5ciemnaakcent41">
    <w:name w:val="Tabela siatki 5 — ciemna — akcent 4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10">
    <w:name w:val="Grid Table 5 Dark - Accent 510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10">
    <w:name w:val="Grid Table 5 Dark - Accent 610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Standardowy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Standardowy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Standardowy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Standardowy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Standardowy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Standardowy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Standardowy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0">
    <w:name w:val="List Table 1 Light - Accent 110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10">
    <w:name w:val="List Table 1 Light - Accent 210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10">
    <w:name w:val="List Table 1 Light - Accent 310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10">
    <w:name w:val="List Table 1 Light - Accent 410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10">
    <w:name w:val="List Table 1 Light - Accent 510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10">
    <w:name w:val="List Table 1 Light - Accent 610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0">
    <w:name w:val="List Table 2 - Accent 110"/>
    <w:basedOn w:val="Standardowy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10">
    <w:name w:val="List Table 2 - Accent 210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10">
    <w:name w:val="List Table 2 - Accent 310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10">
    <w:name w:val="List Table 2 - Accent 410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10">
    <w:name w:val="List Table 2 - Accent 510"/>
    <w:basedOn w:val="Standardowy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10">
    <w:name w:val="List Table 2 - Accent 610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0">
    <w:name w:val="List Table 3 - Accent 110"/>
    <w:basedOn w:val="Standardowy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10">
    <w:name w:val="List Table 3 - Accent 210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10">
    <w:name w:val="List Table 3 - Accent 310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10">
    <w:name w:val="List Table 3 - Accent 410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10">
    <w:name w:val="List Table 3 - Accent 510"/>
    <w:basedOn w:val="Standardowy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10">
    <w:name w:val="List Table 3 - Accent 610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0">
    <w:name w:val="List Table 4 - Accent 110"/>
    <w:basedOn w:val="Standardowy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10">
    <w:name w:val="List Table 4 - Accent 210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10">
    <w:name w:val="List Table 4 - Accent 310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10">
    <w:name w:val="List Table 4 - Accent 410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10">
    <w:name w:val="List Table 4 - Accent 510"/>
    <w:basedOn w:val="Standardowy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10">
    <w:name w:val="List Table 4 - Accent 610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0">
    <w:name w:val="List Table 5 Dark - Accent 110"/>
    <w:basedOn w:val="Standardowy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10">
    <w:name w:val="List Table 5 Dark - Accent 210"/>
    <w:basedOn w:val="Standardowy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10">
    <w:name w:val="List Table 5 Dark - Accent 310"/>
    <w:basedOn w:val="Standardowy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10">
    <w:name w:val="List Table 5 Dark - Accent 410"/>
    <w:basedOn w:val="Standardowy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10">
    <w:name w:val="List Table 5 Dark - Accent 510"/>
    <w:basedOn w:val="Standardowy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10">
    <w:name w:val="List Table 5 Dark - Accent 610"/>
    <w:basedOn w:val="Standardowy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Standardowy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Standardowy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Standardowy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Standardowy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Standardowy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Standardowy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Standardowy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Standardowy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Pr>
      <w:color w:val="404040"/>
      <w:sz w:val="20"/>
      <w:szCs w:val="20"/>
      <w:lang w:val="pl-PL"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Pr>
      <w:color w:val="404040"/>
      <w:sz w:val="20"/>
      <w:szCs w:val="20"/>
      <w:lang w:val="pl-PL"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Pr>
      <w:color w:val="404040"/>
      <w:sz w:val="20"/>
      <w:szCs w:val="20"/>
      <w:lang w:val="pl-PL"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Pr>
      <w:color w:val="404040"/>
      <w:sz w:val="20"/>
      <w:szCs w:val="20"/>
      <w:lang w:val="pl-PL"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Pr>
      <w:color w:val="404040"/>
      <w:sz w:val="20"/>
      <w:szCs w:val="20"/>
      <w:lang w:val="pl-PL"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Pr>
      <w:color w:val="404040"/>
      <w:sz w:val="20"/>
      <w:szCs w:val="20"/>
      <w:lang w:val="pl-PL"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Pr>
      <w:color w:val="404040"/>
      <w:sz w:val="20"/>
      <w:szCs w:val="20"/>
      <w:lang w:val="pl-PL"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Pr>
      <w:color w:val="404040"/>
      <w:sz w:val="20"/>
      <w:szCs w:val="20"/>
      <w:lang w:val="pl-PL"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Pr>
      <w:color w:val="404040"/>
      <w:sz w:val="20"/>
      <w:szCs w:val="20"/>
      <w:lang w:val="pl-PL" w:eastAsia="pl-PL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Pr>
      <w:color w:val="404040"/>
      <w:sz w:val="20"/>
      <w:szCs w:val="20"/>
      <w:lang w:val="pl-PL" w:eastAsia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Pr>
      <w:color w:val="404040"/>
      <w:sz w:val="20"/>
      <w:szCs w:val="20"/>
      <w:lang w:val="pl-PL" w:eastAsia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Pr>
      <w:color w:val="404040"/>
      <w:sz w:val="20"/>
      <w:szCs w:val="20"/>
      <w:lang w:val="pl-PL" w:eastAsia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Pr>
      <w:color w:val="404040"/>
      <w:sz w:val="20"/>
      <w:szCs w:val="20"/>
      <w:lang w:val="pl-PL" w:eastAsia="pl-PL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Pr>
      <w:color w:val="404040"/>
      <w:sz w:val="20"/>
      <w:szCs w:val="20"/>
      <w:lang w:val="pl-PL" w:eastAsia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cze">
    <w:name w:val="Hyperlink"/>
    <w:uiPriority w:val="99"/>
    <w:unhideWhenUsed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pacing w:after="40" w:line="240" w:lineRule="auto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Spistreci2">
    <w:name w:val="toc 2"/>
    <w:basedOn w:val="Normalny"/>
    <w:next w:val="Normalny"/>
    <w:uiPriority w:val="39"/>
    <w:unhideWhenUsed/>
    <w:pPr>
      <w:spacing w:after="0"/>
      <w:ind w:left="220"/>
    </w:pPr>
    <w:rPr>
      <w:rFonts w:asciiTheme="minorHAnsi" w:hAnsiTheme="minorHAnsi" w:cstheme="minorHAnsi"/>
      <w:i/>
      <w:iCs/>
      <w:sz w:val="20"/>
      <w:szCs w:val="20"/>
    </w:rPr>
  </w:style>
  <w:style w:type="paragraph" w:styleId="Spistreci3">
    <w:name w:val="toc 3"/>
    <w:basedOn w:val="Normalny"/>
    <w:next w:val="Normalny"/>
    <w:uiPriority w:val="39"/>
    <w:unhideWhenUsed/>
    <w:pPr>
      <w:spacing w:before="0"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Spistreci4">
    <w:name w:val="toc 4"/>
    <w:basedOn w:val="Normalny"/>
    <w:next w:val="Normalny"/>
    <w:uiPriority w:val="39"/>
    <w:unhideWhenUsed/>
    <w:pPr>
      <w:spacing w:before="0"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Spistreci5">
    <w:name w:val="toc 5"/>
    <w:basedOn w:val="Normalny"/>
    <w:next w:val="Normalny"/>
    <w:uiPriority w:val="39"/>
    <w:unhideWhenUsed/>
    <w:pPr>
      <w:spacing w:before="0"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Spistreci6">
    <w:name w:val="toc 6"/>
    <w:basedOn w:val="Normalny"/>
    <w:next w:val="Normalny"/>
    <w:uiPriority w:val="39"/>
    <w:unhideWhenUsed/>
    <w:pPr>
      <w:spacing w:before="0"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Spistreci7">
    <w:name w:val="toc 7"/>
    <w:basedOn w:val="Normalny"/>
    <w:next w:val="Normalny"/>
    <w:uiPriority w:val="39"/>
    <w:unhideWhenUsed/>
    <w:pPr>
      <w:spacing w:before="0"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Spistreci8">
    <w:name w:val="toc 8"/>
    <w:basedOn w:val="Normalny"/>
    <w:next w:val="Normalny"/>
    <w:uiPriority w:val="39"/>
    <w:unhideWhenUsed/>
    <w:pPr>
      <w:spacing w:before="0" w:after="0"/>
      <w:ind w:left="1540"/>
    </w:pPr>
    <w:rPr>
      <w:rFonts w:asciiTheme="minorHAnsi" w:hAnsiTheme="minorHAnsi" w:cstheme="minorHAnsi"/>
      <w:sz w:val="20"/>
      <w:szCs w:val="20"/>
    </w:rPr>
  </w:style>
  <w:style w:type="paragraph" w:styleId="Spistreci9">
    <w:name w:val="toc 9"/>
    <w:basedOn w:val="Normalny"/>
    <w:next w:val="Normalny"/>
    <w:uiPriority w:val="39"/>
    <w:unhideWhenUsed/>
    <w:pPr>
      <w:spacing w:before="0" w:after="0"/>
      <w:ind w:left="1760"/>
    </w:pPr>
    <w:rPr>
      <w:rFonts w:asciiTheme="minorHAnsi" w:hAnsiTheme="minorHAnsi" w:cstheme="minorHAnsi"/>
      <w:sz w:val="20"/>
      <w:szCs w:val="20"/>
    </w:rPr>
  </w:style>
  <w:style w:type="paragraph" w:styleId="Nagwekspisutreci">
    <w:name w:val="TOC Heading"/>
    <w:uiPriority w:val="39"/>
    <w:unhideWhenUsed/>
    <w:qFormat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paragraph" w:customStyle="1" w:styleId="Heading">
    <w:name w:val="Heading"/>
    <w:basedOn w:val="Normalny"/>
    <w:next w:val="Tekstpodstawowy"/>
    <w:pPr>
      <w:keepNext/>
      <w:spacing w:before="240"/>
    </w:pPr>
    <w:rPr>
      <w:rFonts w:ascii="Liberation Sans" w:eastAsia="PingFang SC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pPr>
      <w:suppressLineNumbers/>
    </w:pPr>
    <w:rPr>
      <w:rFonts w:cs="Arial Unicode MS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Arial Unicode MS"/>
    </w:rPr>
  </w:style>
  <w:style w:type="paragraph" w:customStyle="1" w:styleId="HeaderandFooter">
    <w:name w:val="Header and Footer"/>
    <w:basedOn w:val="Normalny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pPr>
      <w:ind w:left="720"/>
      <w:contextualSpacing/>
    </w:pPr>
  </w:style>
  <w:style w:type="table" w:styleId="Tabela-Siatka">
    <w:name w:val="Table Grid"/>
    <w:basedOn w:val="Standardowy"/>
    <w:uiPriority w:val="39"/>
    <w:pPr>
      <w:spacing w:before="120" w:after="120"/>
    </w:pPr>
    <w:rPr>
      <w:rFonts w:ascii="Arial" w:hAnsi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shd w:val="clear" w:color="auto" w:fill="DBDBDB" w:themeFill="accent3" w:themeFillTint="6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</w:tblStylePr>
  </w:style>
  <w:style w:type="table" w:styleId="Tabelasiatki1jasna">
    <w:name w:val="Grid Table 1 Light"/>
    <w:basedOn w:val="Standardowy"/>
    <w:uiPriority w:val="4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Arial" w:hAnsi="Arial" w:cs="Arial"/>
      <w:b/>
      <w:bCs/>
      <w:sz w:val="20"/>
      <w:szCs w:val="20"/>
      <w:lang w:val="pl-PL"/>
    </w:rPr>
  </w:style>
  <w:style w:type="paragraph" w:styleId="NormalnyWeb">
    <w:name w:val="Normal (Web)"/>
    <w:basedOn w:val="Normalny"/>
    <w:link w:val="NormalnyWebZnak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yTabele">
    <w:name w:val="Listy Tabele"/>
    <w:basedOn w:val="NormalnyWeb"/>
    <w:link w:val="ListyTabeleZnak"/>
    <w:qFormat/>
    <w:pPr>
      <w:framePr w:hSpace="141" w:wrap="around" w:vAnchor="text" w:hAnchor="text" w:xAlign="right" w:y="1"/>
      <w:numPr>
        <w:numId w:val="22"/>
      </w:numPr>
      <w:tabs>
        <w:tab w:val="left" w:pos="0"/>
      </w:tabs>
      <w:spacing w:before="120" w:beforeAutospacing="0" w:after="120" w:afterAutospacing="0"/>
      <w:ind w:left="607"/>
      <w:contextualSpacing/>
    </w:pPr>
    <w:rPr>
      <w:rFonts w:ascii="Arial" w:hAnsi="Arial" w:cs="Arial"/>
      <w:color w:val="000000"/>
      <w:sz w:val="22"/>
      <w:szCs w:val="22"/>
    </w:rPr>
  </w:style>
  <w:style w:type="paragraph" w:customStyle="1" w:styleId="Listapunktowa">
    <w:name w:val="Lista punktowa"/>
    <w:basedOn w:val="Akapitzlist"/>
    <w:link w:val="ListapunktowaZnak"/>
    <w:qFormat/>
    <w:pPr>
      <w:numPr>
        <w:numId w:val="28"/>
      </w:numPr>
      <w:spacing w:before="0"/>
      <w:ind w:left="1418" w:hanging="284"/>
      <w:contextualSpacing w:val="0"/>
    </w:pPr>
  </w:style>
  <w:style w:type="character" w:customStyle="1" w:styleId="NormalnyWebZnak">
    <w:name w:val="Normalny (Web) Znak"/>
    <w:basedOn w:val="Domylnaczcionkaakapitu"/>
    <w:link w:val="NormalnyWeb"/>
    <w:uiPriority w:val="9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ListyTabeleZnak">
    <w:name w:val="Listy Tabele Znak"/>
    <w:basedOn w:val="NormalnyWebZnak"/>
    <w:link w:val="ListyTabele"/>
    <w:rPr>
      <w:rFonts w:ascii="Arial" w:eastAsia="Times New Roman" w:hAnsi="Arial" w:cs="Arial"/>
      <w:color w:val="000000"/>
      <w:sz w:val="24"/>
      <w:szCs w:val="24"/>
      <w:lang w:val="pl-PL"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Pr>
      <w:rFonts w:ascii="Arial" w:hAnsi="Arial" w:cs="Arial"/>
      <w:lang w:val="pl-PL"/>
    </w:rPr>
  </w:style>
  <w:style w:type="character" w:customStyle="1" w:styleId="ListapunktowaZnak">
    <w:name w:val="Lista punktowa Znak"/>
    <w:basedOn w:val="AkapitzlistZnak"/>
    <w:link w:val="Listapunktowa"/>
    <w:rPr>
      <w:rFonts w:ascii="Arial" w:hAnsi="Arial" w:cs="Arial"/>
      <w:lang w:val="pl-PL"/>
    </w:rPr>
  </w:style>
  <w:style w:type="paragraph" w:styleId="Poprawka">
    <w:name w:val="Revision"/>
    <w:hidden/>
    <w:uiPriority w:val="99"/>
    <w:semiHidden/>
    <w:rPr>
      <w:rFonts w:ascii="Arial" w:hAnsi="Arial" w:cs="Arial"/>
      <w:lang w:val="pl-PL"/>
    </w:rPr>
  </w:style>
  <w:style w:type="character" w:styleId="Tekstzastpczy">
    <w:name w:val="Placeholder Text"/>
    <w:basedOn w:val="Domylnaczcionkaakapitu"/>
    <w:uiPriority w:val="99"/>
    <w:semiHidden/>
    <w:rsid w:val="00185E2D"/>
    <w:rPr>
      <w:color w:val="666666"/>
    </w:rPr>
  </w:style>
  <w:style w:type="paragraph" w:customStyle="1" w:styleId="ZANAG">
    <w:name w:val="ZAŁ. NAGŁ"/>
    <w:basedOn w:val="Nagwek1"/>
    <w:link w:val="ZANAGZnak"/>
    <w:qFormat/>
    <w:rsid w:val="0039380D"/>
    <w:pPr>
      <w:numPr>
        <w:numId w:val="0"/>
      </w:numPr>
      <w:ind w:left="1060"/>
    </w:pPr>
  </w:style>
  <w:style w:type="character" w:customStyle="1" w:styleId="ZANAGZnak">
    <w:name w:val="ZAŁ. NAGŁ Znak"/>
    <w:basedOn w:val="Nagwek1Znak"/>
    <w:link w:val="ZANAG"/>
    <w:rsid w:val="0039380D"/>
    <w:rPr>
      <w:rFonts w:ascii="Arial" w:hAnsi="Arial" w:cs="Arial"/>
      <w:b/>
      <w:caps/>
      <w:sz w:val="24"/>
      <w:szCs w:val="24"/>
      <w:lang w:val="pl-PL"/>
    </w:rPr>
  </w:style>
  <w:style w:type="character" w:styleId="Pogrubienie">
    <w:name w:val="Strong"/>
    <w:basedOn w:val="Domylnaczcionkaakapitu"/>
    <w:uiPriority w:val="22"/>
    <w:qFormat/>
    <w:rsid w:val="00DA59CE"/>
    <w:rPr>
      <w:b/>
      <w:bCs/>
    </w:rPr>
  </w:style>
  <w:style w:type="character" w:customStyle="1" w:styleId="Wzmianka1">
    <w:name w:val="Wzmianka1"/>
    <w:basedOn w:val="Domylnaczcionkaakapitu"/>
    <w:uiPriority w:val="99"/>
    <w:unhideWhenUsed/>
    <w:rsid w:val="005023F8"/>
    <w:rPr>
      <w:color w:val="2B579A"/>
      <w:shd w:val="clear" w:color="auto" w:fill="E1DFDD"/>
    </w:rPr>
  </w:style>
  <w:style w:type="character" w:customStyle="1" w:styleId="ms-1">
    <w:name w:val="ms-1"/>
    <w:basedOn w:val="Domylnaczcionkaakapitu"/>
    <w:rsid w:val="00001533"/>
  </w:style>
  <w:style w:type="character" w:customStyle="1" w:styleId="max-w-full">
    <w:name w:val="max-w-full"/>
    <w:basedOn w:val="Domylnaczcionkaakapitu"/>
    <w:rsid w:val="00001533"/>
  </w:style>
  <w:style w:type="character" w:styleId="Uwydatnienie">
    <w:name w:val="Emphasis"/>
    <w:basedOn w:val="Domylnaczcionkaakapitu"/>
    <w:uiPriority w:val="20"/>
    <w:qFormat/>
    <w:rsid w:val="00001533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F1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F14"/>
    <w:rPr>
      <w:rFonts w:ascii="Segoe UI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1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2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8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230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4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an\Documents\Niestandardowe%20szablony%20pakietu%20Office\TMP-00001%20Wz&#243;r%20Generalny%20PolCann%20Racib&#243;rz%20Pionow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
</file>

<file path=customXml/item2.xml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
</file>

<file path=customXml/item5.xml>
</file>

<file path=customXml/itemProps1.xml><?xml version="1.0" encoding="utf-8"?>
<ds:datastoreItem xmlns:ds="http://schemas.openxmlformats.org/officeDocument/2006/customXml" ds:itemID="{33BC7A96-E6FA-4681-86D9-C7FD9F8BE35D}"/>
</file>

<file path=customXml/itemProps2.xml><?xml version="1.0" encoding="utf-8"?>
<ds:datastoreItem xmlns:ds="http://schemas.openxmlformats.org/officeDocument/2006/customXml" ds:itemID="{E9D6D3FA-2171-48BF-8856-61E319D796A3}"/>
</file>

<file path=customXml/itemProps3.xml><?xml version="1.0" encoding="utf-8"?>
<ds:datastoreItem xmlns:ds="http://schemas.openxmlformats.org/officeDocument/2006/customXml" ds:itemID="{09CDF43E-FD86-4E7B-A46F-BB5A56B9FCB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665CF47-9D1D-8B47-B15B-846B6F54355B}"/>
</file>

<file path=customXml/itemProps5.xml><?xml version="1.0" encoding="utf-8"?>
<ds:datastoreItem xmlns:ds="http://schemas.openxmlformats.org/officeDocument/2006/customXml" ds:itemID="{3535CD64-37AF-0A4D-85A4-266C1042A349}"/>
</file>

<file path=docProps/app.xml><?xml version="1.0" encoding="utf-8"?>
<Properties xmlns="http://schemas.openxmlformats.org/officeDocument/2006/extended-properties" xmlns:vt="http://schemas.openxmlformats.org/officeDocument/2006/docPropsVTypes">
  <Template>TMP-00001 Wzór Generalny PolCann Racibórz Pionowy</Template>
  <TotalTime>0</TotalTime>
  <Pages>2</Pages>
  <Words>86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dc:description/>
  <cp:lastModifiedBy>Agnieszka Wilczyńska</cp:lastModifiedBy>
  <cp:revision>2</cp:revision>
  <cp:lastPrinted>2025-05-25T14:01:00Z</cp:lastPrinted>
  <dcterms:created xsi:type="dcterms:W3CDTF">2026-01-31T19:59:00Z</dcterms:created>
  <dcterms:modified xsi:type="dcterms:W3CDTF">2026-01-31T19:59:00Z</dcterms:modified>
  <dc:language>pl-PL</dc:language>
</cp:coreProperties>
</file>